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4E9671" w14:textId="0F06F9D1" w:rsidR="003235C9" w:rsidRPr="00090C8B" w:rsidRDefault="00D77012" w:rsidP="009975A1">
      <w:pPr>
        <w:ind w:left="5760" w:firstLine="720"/>
        <w:rPr>
          <w:rFonts w:ascii="Archivo" w:hAnsi="Archivo" w:cs="Archivo"/>
          <w:sz w:val="22"/>
          <w:szCs w:val="22"/>
        </w:rPr>
      </w:pPr>
      <w:bookmarkStart w:id="0" w:name="_GoBack"/>
      <w:bookmarkEnd w:id="0"/>
      <w:r w:rsidRPr="00090C8B">
        <w:rPr>
          <w:rFonts w:ascii="Archivo" w:hAnsi="Archivo" w:cs="Archivo"/>
          <w:sz w:val="22"/>
          <w:szCs w:val="22"/>
        </w:rPr>
        <w:t>202</w:t>
      </w:r>
      <w:r w:rsidR="00723B7F">
        <w:rPr>
          <w:rFonts w:ascii="Archivo" w:hAnsi="Archivo" w:cs="Archivo"/>
          <w:sz w:val="22"/>
          <w:szCs w:val="22"/>
        </w:rPr>
        <w:t>5</w:t>
      </w:r>
      <w:r w:rsidRPr="00090C8B">
        <w:rPr>
          <w:rFonts w:ascii="Archivo" w:hAnsi="Archivo" w:cs="Archivo"/>
          <w:sz w:val="22"/>
          <w:szCs w:val="22"/>
        </w:rPr>
        <w:t xml:space="preserve"> </w:t>
      </w:r>
      <w:r w:rsidR="00EE16CA" w:rsidRPr="00090C8B">
        <w:rPr>
          <w:rFonts w:ascii="Archivo" w:hAnsi="Archivo" w:cs="Archivo"/>
          <w:sz w:val="22"/>
          <w:szCs w:val="22"/>
        </w:rPr>
        <w:t xml:space="preserve">m.           </w:t>
      </w:r>
      <w:r w:rsidR="00694901">
        <w:rPr>
          <w:rFonts w:ascii="Archivo" w:hAnsi="Archivo" w:cs="Archivo"/>
          <w:sz w:val="22"/>
          <w:szCs w:val="22"/>
        </w:rPr>
        <w:tab/>
      </w:r>
      <w:r w:rsidR="00694901">
        <w:rPr>
          <w:rFonts w:ascii="Archivo" w:hAnsi="Archivo" w:cs="Archivo"/>
          <w:sz w:val="22"/>
          <w:szCs w:val="22"/>
        </w:rPr>
        <w:tab/>
      </w:r>
      <w:r w:rsidR="003235C9" w:rsidRPr="00090C8B">
        <w:rPr>
          <w:rFonts w:ascii="Archivo" w:hAnsi="Archivo" w:cs="Archivo"/>
          <w:sz w:val="22"/>
          <w:szCs w:val="22"/>
        </w:rPr>
        <w:t xml:space="preserve">       </w:t>
      </w:r>
      <w:r w:rsidR="00EE16CA" w:rsidRPr="00090C8B">
        <w:rPr>
          <w:rFonts w:ascii="Archivo" w:hAnsi="Archivo" w:cs="Archivo"/>
          <w:sz w:val="22"/>
          <w:szCs w:val="22"/>
        </w:rPr>
        <w:t xml:space="preserve">d.  </w:t>
      </w:r>
    </w:p>
    <w:p w14:paraId="0BEE3D61" w14:textId="77777777" w:rsidR="00564448" w:rsidRPr="00090C8B" w:rsidRDefault="00EE16CA" w:rsidP="009975A1">
      <w:pPr>
        <w:ind w:left="5760" w:firstLine="720"/>
        <w:rPr>
          <w:rFonts w:ascii="Archivo" w:hAnsi="Archivo" w:cs="Archivo"/>
          <w:sz w:val="22"/>
          <w:szCs w:val="22"/>
        </w:rPr>
      </w:pPr>
      <w:r w:rsidRPr="00090C8B">
        <w:rPr>
          <w:rFonts w:ascii="Archivo" w:hAnsi="Archivo" w:cs="Archivo"/>
          <w:sz w:val="22"/>
          <w:szCs w:val="22"/>
        </w:rPr>
        <w:t>statybos rangos</w:t>
      </w:r>
      <w:r w:rsidR="003235C9" w:rsidRPr="00090C8B">
        <w:rPr>
          <w:rFonts w:ascii="Archivo" w:hAnsi="Archivo" w:cs="Archivo"/>
          <w:sz w:val="22"/>
          <w:szCs w:val="22"/>
        </w:rPr>
        <w:t xml:space="preserve"> </w:t>
      </w:r>
      <w:r w:rsidRPr="00090C8B">
        <w:rPr>
          <w:rFonts w:ascii="Archivo" w:hAnsi="Archivo" w:cs="Archivo"/>
          <w:sz w:val="22"/>
          <w:szCs w:val="22"/>
        </w:rPr>
        <w:t xml:space="preserve">sutarties Nr.                 </w:t>
      </w:r>
    </w:p>
    <w:p w14:paraId="4DB55AED" w14:textId="77777777" w:rsidR="001324E7" w:rsidRPr="00090C8B" w:rsidRDefault="00EE16CA" w:rsidP="009975A1">
      <w:pPr>
        <w:ind w:left="5760" w:firstLine="720"/>
        <w:rPr>
          <w:rFonts w:ascii="Archivo" w:hAnsi="Archivo" w:cs="Archivo"/>
          <w:sz w:val="22"/>
          <w:szCs w:val="22"/>
        </w:rPr>
      </w:pPr>
      <w:r w:rsidRPr="00090C8B">
        <w:rPr>
          <w:rFonts w:ascii="Archivo" w:hAnsi="Archivo" w:cs="Archivo"/>
          <w:sz w:val="22"/>
          <w:szCs w:val="22"/>
        </w:rPr>
        <w:t>1 priedas</w:t>
      </w:r>
    </w:p>
    <w:p w14:paraId="416E01C7" w14:textId="77777777" w:rsidR="00EE16CA" w:rsidRPr="00090C8B" w:rsidRDefault="00EE16CA" w:rsidP="00EE16CA">
      <w:pPr>
        <w:ind w:left="5760" w:firstLine="720"/>
        <w:jc w:val="center"/>
        <w:rPr>
          <w:rFonts w:ascii="Archivo" w:hAnsi="Archivo" w:cs="Archivo"/>
          <w:sz w:val="22"/>
          <w:szCs w:val="22"/>
        </w:rPr>
      </w:pPr>
    </w:p>
    <w:p w14:paraId="3446F44E" w14:textId="4DD7E163" w:rsidR="00EE16CA" w:rsidRPr="00090C8B" w:rsidRDefault="00EE16CA" w:rsidP="00EE16CA">
      <w:pPr>
        <w:ind w:left="5760" w:firstLine="720"/>
        <w:jc w:val="center"/>
        <w:rPr>
          <w:rFonts w:ascii="Archivo" w:hAnsi="Archivo" w:cs="Archivo"/>
          <w:sz w:val="22"/>
          <w:szCs w:val="22"/>
        </w:rPr>
      </w:pPr>
      <w:r w:rsidRPr="00090C8B">
        <w:rPr>
          <w:rFonts w:ascii="Archivo" w:hAnsi="Archivo" w:cs="Archivo"/>
          <w:sz w:val="22"/>
          <w:szCs w:val="22"/>
        </w:rPr>
        <w:t>Šį aktą sudaro ____</w:t>
      </w:r>
      <w:r w:rsidR="00E5329E">
        <w:rPr>
          <w:rFonts w:ascii="Archivo" w:hAnsi="Archivo" w:cs="Archivo"/>
          <w:sz w:val="22"/>
          <w:szCs w:val="22"/>
        </w:rPr>
        <w:t>1</w:t>
      </w:r>
      <w:r w:rsidRPr="00090C8B">
        <w:rPr>
          <w:rFonts w:ascii="Archivo" w:hAnsi="Archivo" w:cs="Archivo"/>
          <w:sz w:val="22"/>
          <w:szCs w:val="22"/>
        </w:rPr>
        <w:t>___</w:t>
      </w:r>
    </w:p>
    <w:p w14:paraId="211712FA" w14:textId="52620794" w:rsidR="00EE16CA" w:rsidRPr="00090C8B" w:rsidRDefault="00AD48EB" w:rsidP="00EE16CA">
      <w:pPr>
        <w:ind w:left="5760" w:firstLine="720"/>
        <w:jc w:val="center"/>
        <w:rPr>
          <w:rFonts w:ascii="Archivo" w:hAnsi="Archivo" w:cs="Archivo"/>
          <w:sz w:val="22"/>
          <w:szCs w:val="22"/>
        </w:rPr>
      </w:pPr>
      <w:r w:rsidRPr="00090C8B">
        <w:rPr>
          <w:rFonts w:ascii="Archivo" w:hAnsi="Archivo" w:cs="Archivo"/>
          <w:sz w:val="22"/>
          <w:szCs w:val="22"/>
        </w:rPr>
        <w:t xml:space="preserve">                         (lapų skaičius)</w:t>
      </w:r>
    </w:p>
    <w:p w14:paraId="15C9984D" w14:textId="77777777" w:rsidR="00AD48EB" w:rsidRPr="00090C8B" w:rsidRDefault="00AD48EB" w:rsidP="00EE16CA">
      <w:pPr>
        <w:ind w:left="5760" w:firstLine="720"/>
        <w:jc w:val="center"/>
        <w:rPr>
          <w:rFonts w:ascii="Archivo" w:hAnsi="Archivo" w:cs="Archivo"/>
          <w:sz w:val="22"/>
          <w:szCs w:val="22"/>
        </w:rPr>
      </w:pPr>
    </w:p>
    <w:p w14:paraId="0D3FD4F8" w14:textId="3B4C2431" w:rsidR="00FB2CE6" w:rsidRPr="00A145D7" w:rsidRDefault="001324E7" w:rsidP="00A145D7">
      <w:pPr>
        <w:autoSpaceDE w:val="0"/>
        <w:autoSpaceDN w:val="0"/>
        <w:adjustRightInd w:val="0"/>
        <w:jc w:val="center"/>
        <w:rPr>
          <w:rFonts w:ascii="Archivo" w:hAnsi="Archivo" w:cs="Archivo"/>
          <w:bCs/>
          <w:sz w:val="22"/>
          <w:szCs w:val="22"/>
        </w:rPr>
      </w:pPr>
      <w:r w:rsidRPr="00090C8B">
        <w:rPr>
          <w:rFonts w:ascii="Archivo" w:hAnsi="Archivo" w:cs="Archivo"/>
          <w:sz w:val="22"/>
          <w:szCs w:val="22"/>
        </w:rPr>
        <w:t>Objekto „</w:t>
      </w:r>
      <w:r w:rsidR="00723B7F" w:rsidRPr="009A01C8">
        <w:rPr>
          <w:rFonts w:ascii="Archivo" w:hAnsi="Archivo" w:cs="Archivo"/>
          <w:sz w:val="22"/>
          <w:szCs w:val="22"/>
        </w:rPr>
        <w:t>Geležinkelio kelių Nr. 44 ir Nr. 45 remontas</w:t>
      </w:r>
      <w:r w:rsidRPr="00090C8B">
        <w:rPr>
          <w:rFonts w:ascii="Archivo" w:hAnsi="Archivo" w:cs="Archivo"/>
          <w:sz w:val="22"/>
          <w:szCs w:val="22"/>
        </w:rPr>
        <w:t>“</w:t>
      </w:r>
      <w:r w:rsidR="00595203" w:rsidRPr="00090C8B">
        <w:rPr>
          <w:rFonts w:ascii="Archivo" w:hAnsi="Archivo" w:cs="Archivo"/>
          <w:sz w:val="22"/>
          <w:szCs w:val="22"/>
        </w:rPr>
        <w:t xml:space="preserve"> </w:t>
      </w:r>
      <w:r w:rsidR="005C44E7" w:rsidRPr="00090C8B">
        <w:rPr>
          <w:rFonts w:ascii="Archivo" w:hAnsi="Archivo" w:cs="Archivo"/>
          <w:sz w:val="22"/>
          <w:szCs w:val="22"/>
        </w:rPr>
        <w:t xml:space="preserve">darbų kainų </w:t>
      </w:r>
      <w:r w:rsidR="00AC4750" w:rsidRPr="00090C8B">
        <w:rPr>
          <w:rFonts w:ascii="Archivo" w:hAnsi="Archivo" w:cs="Archivo"/>
          <w:sz w:val="22"/>
          <w:szCs w:val="22"/>
        </w:rPr>
        <w:t xml:space="preserve">ir kiekių </w:t>
      </w:r>
      <w:r w:rsidR="005C44E7" w:rsidRPr="00090C8B">
        <w:rPr>
          <w:rFonts w:ascii="Archivo" w:hAnsi="Archivo" w:cs="Archivo"/>
          <w:sz w:val="22"/>
          <w:szCs w:val="22"/>
        </w:rPr>
        <w:t>žiniaraš</w:t>
      </w:r>
      <w:r w:rsidR="00D77012" w:rsidRPr="00090C8B">
        <w:rPr>
          <w:rFonts w:ascii="Archivo" w:hAnsi="Archivo" w:cs="Archivo"/>
          <w:sz w:val="22"/>
          <w:szCs w:val="22"/>
        </w:rPr>
        <w:t>tis</w:t>
      </w:r>
    </w:p>
    <w:p w14:paraId="64D9E0E5" w14:textId="77777777" w:rsidR="00865578" w:rsidRPr="00090C8B" w:rsidRDefault="00865578" w:rsidP="00923EE4">
      <w:pPr>
        <w:jc w:val="center"/>
        <w:rPr>
          <w:rFonts w:ascii="Archivo" w:hAnsi="Archivo" w:cs="Archivo"/>
          <w:b/>
          <w:sz w:val="22"/>
          <w:szCs w:val="22"/>
          <w:u w:val="single"/>
        </w:rPr>
      </w:pPr>
    </w:p>
    <w:p w14:paraId="25E3B97E" w14:textId="77777777" w:rsidR="00525AF1" w:rsidRPr="00090C8B" w:rsidRDefault="00525AF1" w:rsidP="00923EE4">
      <w:pPr>
        <w:jc w:val="center"/>
        <w:rPr>
          <w:rFonts w:ascii="Archivo" w:hAnsi="Archivo" w:cs="Archivo"/>
          <w:b/>
          <w:sz w:val="22"/>
          <w:szCs w:val="22"/>
        </w:rPr>
      </w:pPr>
    </w:p>
    <w:tbl>
      <w:tblPr>
        <w:tblW w:w="9781" w:type="dxa"/>
        <w:jc w:val="center"/>
        <w:tblLayout w:type="fixed"/>
        <w:tblLook w:val="00A0" w:firstRow="1" w:lastRow="0" w:firstColumn="1" w:lastColumn="0" w:noHBand="0" w:noVBand="0"/>
      </w:tblPr>
      <w:tblGrid>
        <w:gridCol w:w="991"/>
        <w:gridCol w:w="3824"/>
        <w:gridCol w:w="992"/>
        <w:gridCol w:w="1134"/>
        <w:gridCol w:w="1418"/>
        <w:gridCol w:w="1422"/>
      </w:tblGrid>
      <w:tr w:rsidR="00450145" w:rsidRPr="00090C8B" w14:paraId="687BF8AF" w14:textId="77777777" w:rsidTr="00694901">
        <w:trPr>
          <w:cantSplit/>
          <w:tblHeader/>
          <w:jc w:val="center"/>
        </w:trPr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FE1A1" w14:textId="77777777" w:rsidR="006F4567" w:rsidRPr="00090C8B" w:rsidRDefault="006F4567" w:rsidP="007E7CDB">
            <w:pPr>
              <w:rPr>
                <w:rFonts w:ascii="Archivo" w:hAnsi="Archivo" w:cs="Archivo"/>
                <w:b/>
                <w:sz w:val="22"/>
                <w:szCs w:val="22"/>
              </w:rPr>
            </w:pPr>
            <w:r w:rsidRPr="00090C8B">
              <w:rPr>
                <w:rFonts w:ascii="Archivo" w:hAnsi="Archivo" w:cs="Archivo"/>
                <w:b/>
                <w:sz w:val="22"/>
                <w:szCs w:val="22"/>
              </w:rPr>
              <w:t xml:space="preserve">Pozicija, </w:t>
            </w:r>
            <w:r w:rsidRPr="00090C8B">
              <w:rPr>
                <w:rFonts w:ascii="Archivo" w:hAnsi="Archivo" w:cs="Archivo"/>
                <w:b/>
                <w:spacing w:val="-4"/>
                <w:sz w:val="22"/>
                <w:szCs w:val="22"/>
              </w:rPr>
              <w:t>Eil. Nr.</w:t>
            </w:r>
          </w:p>
        </w:tc>
        <w:tc>
          <w:tcPr>
            <w:tcW w:w="3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FA293" w14:textId="77777777" w:rsidR="006F4567" w:rsidRPr="00090C8B" w:rsidRDefault="006F4567" w:rsidP="007E7CDB">
            <w:pPr>
              <w:rPr>
                <w:rFonts w:ascii="Archivo" w:hAnsi="Archivo" w:cs="Archivo"/>
                <w:b/>
                <w:sz w:val="22"/>
                <w:szCs w:val="22"/>
              </w:rPr>
            </w:pPr>
            <w:r w:rsidRPr="00090C8B">
              <w:rPr>
                <w:rFonts w:ascii="Archivo" w:hAnsi="Archivo" w:cs="Archivo"/>
                <w:b/>
                <w:sz w:val="22"/>
                <w:szCs w:val="22"/>
              </w:rPr>
              <w:t>Pavadinimas, techninės charakteristikos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CA704" w14:textId="77777777" w:rsidR="006F4567" w:rsidRPr="00090C8B" w:rsidRDefault="006F4567" w:rsidP="007E7CDB">
            <w:pPr>
              <w:jc w:val="center"/>
              <w:rPr>
                <w:rFonts w:ascii="Archivo" w:hAnsi="Archivo" w:cs="Archivo"/>
                <w:b/>
                <w:sz w:val="22"/>
                <w:szCs w:val="22"/>
              </w:rPr>
            </w:pPr>
            <w:r w:rsidRPr="00090C8B">
              <w:rPr>
                <w:rFonts w:ascii="Archivo" w:hAnsi="Archivo" w:cs="Archivo"/>
                <w:b/>
                <w:sz w:val="22"/>
                <w:szCs w:val="22"/>
              </w:rPr>
              <w:t>Mato</w:t>
            </w:r>
            <w:r w:rsidRPr="00090C8B">
              <w:rPr>
                <w:rFonts w:ascii="Archivo" w:hAnsi="Archivo" w:cs="Archivo"/>
                <w:b/>
                <w:sz w:val="22"/>
                <w:szCs w:val="22"/>
              </w:rPr>
              <w:br/>
              <w:t>vnt.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FEE1D" w14:textId="77777777" w:rsidR="006F4567" w:rsidRPr="00090C8B" w:rsidRDefault="006F4567" w:rsidP="007E7CDB">
            <w:pPr>
              <w:jc w:val="center"/>
              <w:rPr>
                <w:rFonts w:ascii="Archivo" w:hAnsi="Archivo" w:cs="Archivo"/>
                <w:b/>
                <w:sz w:val="22"/>
                <w:szCs w:val="22"/>
              </w:rPr>
            </w:pPr>
            <w:r w:rsidRPr="00090C8B">
              <w:rPr>
                <w:rFonts w:ascii="Archivo" w:hAnsi="Archivo" w:cs="Archivo"/>
                <w:b/>
                <w:sz w:val="22"/>
                <w:szCs w:val="22"/>
              </w:rPr>
              <w:t>Kiekis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EA813" w14:textId="77777777" w:rsidR="006F4567" w:rsidRPr="00090C8B" w:rsidRDefault="006F4567" w:rsidP="007E7CDB">
            <w:pPr>
              <w:ind w:left="-108" w:right="-102"/>
              <w:jc w:val="center"/>
              <w:rPr>
                <w:rFonts w:ascii="Archivo" w:hAnsi="Archivo" w:cs="Archivo"/>
                <w:b/>
                <w:sz w:val="22"/>
                <w:szCs w:val="22"/>
              </w:rPr>
            </w:pPr>
            <w:r w:rsidRPr="00090C8B">
              <w:rPr>
                <w:rFonts w:ascii="Archivo" w:hAnsi="Archivo" w:cs="Archivo"/>
                <w:b/>
                <w:sz w:val="22"/>
                <w:szCs w:val="22"/>
              </w:rPr>
              <w:t>Vieneto kaina be PVM, EUR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BD10" w14:textId="77777777" w:rsidR="006F4567" w:rsidRPr="00090C8B" w:rsidRDefault="006F4567" w:rsidP="007E7CDB">
            <w:pPr>
              <w:ind w:left="-114" w:right="-108"/>
              <w:jc w:val="center"/>
              <w:rPr>
                <w:rFonts w:ascii="Archivo" w:hAnsi="Archivo" w:cs="Archivo"/>
                <w:b/>
                <w:sz w:val="22"/>
                <w:szCs w:val="22"/>
              </w:rPr>
            </w:pPr>
            <w:r w:rsidRPr="00090C8B">
              <w:rPr>
                <w:rFonts w:ascii="Archivo" w:hAnsi="Archivo" w:cs="Archivo"/>
                <w:b/>
                <w:sz w:val="22"/>
                <w:szCs w:val="22"/>
              </w:rPr>
              <w:t>Bendra suma be PVM, EUR</w:t>
            </w:r>
          </w:p>
        </w:tc>
      </w:tr>
      <w:tr w:rsidR="002F535D" w:rsidRPr="00090C8B" w14:paraId="2AAB38E3" w14:textId="77777777" w:rsidTr="00694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jc w:val="center"/>
        </w:trPr>
        <w:tc>
          <w:tcPr>
            <w:tcW w:w="991" w:type="dxa"/>
            <w:vAlign w:val="center"/>
          </w:tcPr>
          <w:p w14:paraId="6109FF22" w14:textId="3ABB3118" w:rsidR="002F535D" w:rsidRPr="00205564" w:rsidRDefault="002F535D" w:rsidP="002F535D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  <w:bookmarkStart w:id="1" w:name="_Toc418588484"/>
            <w:bookmarkStart w:id="2" w:name="_Toc418588666"/>
            <w:bookmarkStart w:id="3" w:name="_Toc418588485"/>
            <w:bookmarkStart w:id="4" w:name="_Toc418588667"/>
            <w:bookmarkStart w:id="5" w:name="_Toc418588486"/>
            <w:bookmarkStart w:id="6" w:name="_Toc418588668"/>
            <w:bookmarkStart w:id="7" w:name="_Toc418588487"/>
            <w:bookmarkStart w:id="8" w:name="_Toc418588669"/>
            <w:bookmarkStart w:id="9" w:name="_Toc418588488"/>
            <w:bookmarkStart w:id="10" w:name="_Toc418588670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r w:rsidRPr="00205564">
              <w:rPr>
                <w:rFonts w:ascii="Archivo" w:hAnsi="Archivo" w:cs="Archivo"/>
                <w:sz w:val="22"/>
                <w:szCs w:val="22"/>
              </w:rPr>
              <w:t>1.</w:t>
            </w:r>
          </w:p>
        </w:tc>
        <w:tc>
          <w:tcPr>
            <w:tcW w:w="3824" w:type="dxa"/>
            <w:vAlign w:val="bottom"/>
          </w:tcPr>
          <w:p w14:paraId="578DA406" w14:textId="229B75DE" w:rsidR="002F535D" w:rsidRPr="00205564" w:rsidRDefault="002F535D" w:rsidP="002F535D">
            <w:pPr>
              <w:rPr>
                <w:rFonts w:ascii="Archivo" w:hAnsi="Archivo" w:cs="Archivo"/>
                <w:sz w:val="22"/>
                <w:szCs w:val="22"/>
              </w:rPr>
            </w:pPr>
            <w:r>
              <w:rPr>
                <w:rFonts w:ascii="Archivo" w:hAnsi="Archivo" w:cs="Archivo"/>
                <w:sz w:val="22"/>
                <w:szCs w:val="22"/>
              </w:rPr>
              <w:t xml:space="preserve">Darbai </w:t>
            </w:r>
            <w:r w:rsidR="00723B7F">
              <w:rPr>
                <w:rFonts w:ascii="Archivo" w:hAnsi="Archivo" w:cs="Archivo"/>
                <w:sz w:val="22"/>
                <w:szCs w:val="22"/>
              </w:rPr>
              <w:t>(su medžiagomis)</w:t>
            </w:r>
          </w:p>
        </w:tc>
        <w:tc>
          <w:tcPr>
            <w:tcW w:w="992" w:type="dxa"/>
            <w:vAlign w:val="center"/>
          </w:tcPr>
          <w:p w14:paraId="6FDA70DD" w14:textId="524C9937" w:rsidR="002F535D" w:rsidRPr="00205564" w:rsidRDefault="002F535D" w:rsidP="002F535D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  <w:r>
              <w:rPr>
                <w:rFonts w:ascii="Archivo" w:hAnsi="Archivo" w:cs="Archivo"/>
                <w:sz w:val="22"/>
                <w:szCs w:val="22"/>
              </w:rPr>
              <w:t>Kompl.</w:t>
            </w:r>
          </w:p>
        </w:tc>
        <w:tc>
          <w:tcPr>
            <w:tcW w:w="1134" w:type="dxa"/>
            <w:vAlign w:val="center"/>
          </w:tcPr>
          <w:p w14:paraId="2A28C3B3" w14:textId="2CF775AB" w:rsidR="002F535D" w:rsidRPr="00205564" w:rsidRDefault="002F535D" w:rsidP="002F535D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  <w:r w:rsidRPr="00205564">
              <w:rPr>
                <w:rFonts w:ascii="Archivo" w:hAnsi="Archivo" w:cs="Archivo"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8E875C7" w14:textId="19AA8EC9" w:rsidR="002F535D" w:rsidRPr="00090C8B" w:rsidRDefault="002F535D" w:rsidP="002F535D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08FB45A3" w14:textId="3E1C4EC4" w:rsidR="002F535D" w:rsidRPr="00090C8B" w:rsidRDefault="002F535D" w:rsidP="002F535D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</w:p>
        </w:tc>
      </w:tr>
      <w:tr w:rsidR="002F535D" w:rsidRPr="00090C8B" w14:paraId="5E05AC56" w14:textId="77777777" w:rsidTr="00694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jc w:val="center"/>
        </w:trPr>
        <w:tc>
          <w:tcPr>
            <w:tcW w:w="991" w:type="dxa"/>
            <w:vAlign w:val="center"/>
          </w:tcPr>
          <w:p w14:paraId="5E916DA9" w14:textId="5B3DDC60" w:rsidR="002F535D" w:rsidRPr="00205564" w:rsidRDefault="002F535D" w:rsidP="002F535D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  <w:r>
              <w:rPr>
                <w:rFonts w:ascii="Archivo" w:hAnsi="Archivo" w:cs="Archivo"/>
                <w:sz w:val="22"/>
                <w:szCs w:val="22"/>
              </w:rPr>
              <w:t>3.</w:t>
            </w:r>
          </w:p>
        </w:tc>
        <w:tc>
          <w:tcPr>
            <w:tcW w:w="3824" w:type="dxa"/>
            <w:vAlign w:val="bottom"/>
          </w:tcPr>
          <w:p w14:paraId="0C28E81B" w14:textId="6F0F4D55" w:rsidR="002F535D" w:rsidRPr="00205564" w:rsidRDefault="002F535D" w:rsidP="002F535D">
            <w:pPr>
              <w:rPr>
                <w:rFonts w:ascii="Archivo" w:hAnsi="Archivo" w:cs="Archivo"/>
                <w:sz w:val="22"/>
                <w:szCs w:val="22"/>
              </w:rPr>
            </w:pPr>
            <w:r>
              <w:rPr>
                <w:rFonts w:ascii="Archivo" w:hAnsi="Archivo" w:cs="Archivo"/>
                <w:sz w:val="22"/>
                <w:szCs w:val="22"/>
              </w:rPr>
              <w:t>Kadastrinės bylos</w:t>
            </w:r>
          </w:p>
        </w:tc>
        <w:tc>
          <w:tcPr>
            <w:tcW w:w="992" w:type="dxa"/>
            <w:vAlign w:val="center"/>
          </w:tcPr>
          <w:p w14:paraId="185D0304" w14:textId="2673A801" w:rsidR="002F535D" w:rsidRPr="00205564" w:rsidRDefault="002F535D" w:rsidP="002F535D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  <w:r>
              <w:rPr>
                <w:rFonts w:ascii="Archivo" w:hAnsi="Archivo" w:cs="Archivo"/>
                <w:sz w:val="22"/>
                <w:szCs w:val="22"/>
              </w:rPr>
              <w:t>Kompl.</w:t>
            </w:r>
          </w:p>
        </w:tc>
        <w:tc>
          <w:tcPr>
            <w:tcW w:w="1134" w:type="dxa"/>
            <w:vAlign w:val="center"/>
          </w:tcPr>
          <w:p w14:paraId="43497490" w14:textId="3E00EBF4" w:rsidR="002F535D" w:rsidRPr="00205564" w:rsidRDefault="002F535D" w:rsidP="002F535D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  <w:r>
              <w:rPr>
                <w:rFonts w:ascii="Archivo" w:hAnsi="Archivo" w:cs="Archivo"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7409966B" w14:textId="3F346FEA" w:rsidR="002F535D" w:rsidRPr="00090C8B" w:rsidRDefault="002F535D" w:rsidP="002F535D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2EDC8C78" w14:textId="073F8249" w:rsidR="002F535D" w:rsidRPr="00090C8B" w:rsidRDefault="002F535D" w:rsidP="002F535D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</w:p>
        </w:tc>
      </w:tr>
      <w:tr w:rsidR="002F535D" w:rsidRPr="00090C8B" w14:paraId="0EA1D8C7" w14:textId="77777777" w:rsidTr="006949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jc w:val="center"/>
        </w:trPr>
        <w:tc>
          <w:tcPr>
            <w:tcW w:w="991" w:type="dxa"/>
            <w:vAlign w:val="center"/>
          </w:tcPr>
          <w:p w14:paraId="7AE5E393" w14:textId="76BE45EE" w:rsidR="002F535D" w:rsidRPr="00205564" w:rsidRDefault="002F535D" w:rsidP="002F535D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  <w:r>
              <w:rPr>
                <w:rFonts w:ascii="Archivo" w:hAnsi="Archivo" w:cs="Archivo"/>
                <w:sz w:val="22"/>
                <w:szCs w:val="22"/>
              </w:rPr>
              <w:t>4.</w:t>
            </w:r>
          </w:p>
        </w:tc>
        <w:tc>
          <w:tcPr>
            <w:tcW w:w="3824" w:type="dxa"/>
            <w:vAlign w:val="bottom"/>
          </w:tcPr>
          <w:p w14:paraId="60587BFB" w14:textId="51DC8522" w:rsidR="002F535D" w:rsidRPr="00205564" w:rsidRDefault="002F535D" w:rsidP="002F535D">
            <w:pPr>
              <w:rPr>
                <w:rFonts w:ascii="Archivo" w:hAnsi="Archivo" w:cs="Archivo"/>
                <w:sz w:val="22"/>
                <w:szCs w:val="22"/>
              </w:rPr>
            </w:pPr>
            <w:r>
              <w:rPr>
                <w:rFonts w:ascii="Archivo" w:hAnsi="Archivo" w:cs="Archivo"/>
                <w:sz w:val="22"/>
                <w:szCs w:val="22"/>
              </w:rPr>
              <w:t>Geležinkelio kelių pasai</w:t>
            </w:r>
          </w:p>
        </w:tc>
        <w:tc>
          <w:tcPr>
            <w:tcW w:w="992" w:type="dxa"/>
            <w:vAlign w:val="center"/>
          </w:tcPr>
          <w:p w14:paraId="3D993682" w14:textId="5B49EA80" w:rsidR="002F535D" w:rsidRPr="00205564" w:rsidRDefault="002F535D" w:rsidP="002F535D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  <w:r>
              <w:rPr>
                <w:rFonts w:ascii="Archivo" w:hAnsi="Archivo" w:cs="Archivo"/>
                <w:sz w:val="22"/>
                <w:szCs w:val="22"/>
              </w:rPr>
              <w:t>Kompl.</w:t>
            </w:r>
          </w:p>
        </w:tc>
        <w:tc>
          <w:tcPr>
            <w:tcW w:w="1134" w:type="dxa"/>
            <w:vAlign w:val="center"/>
          </w:tcPr>
          <w:p w14:paraId="39CCE967" w14:textId="3DB623D1" w:rsidR="002F535D" w:rsidRPr="00205564" w:rsidRDefault="002F535D" w:rsidP="002F535D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  <w:r>
              <w:rPr>
                <w:rFonts w:ascii="Archivo" w:hAnsi="Archivo" w:cs="Archivo"/>
                <w:sz w:val="22"/>
                <w:szCs w:val="22"/>
              </w:rPr>
              <w:t>1</w:t>
            </w:r>
          </w:p>
        </w:tc>
        <w:tc>
          <w:tcPr>
            <w:tcW w:w="1418" w:type="dxa"/>
            <w:shd w:val="clear" w:color="auto" w:fill="auto"/>
            <w:vAlign w:val="bottom"/>
          </w:tcPr>
          <w:p w14:paraId="0522D589" w14:textId="59B63501" w:rsidR="002F535D" w:rsidRPr="00090C8B" w:rsidRDefault="002F535D" w:rsidP="002F535D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</w:p>
        </w:tc>
        <w:tc>
          <w:tcPr>
            <w:tcW w:w="1422" w:type="dxa"/>
            <w:shd w:val="clear" w:color="auto" w:fill="auto"/>
            <w:vAlign w:val="bottom"/>
          </w:tcPr>
          <w:p w14:paraId="24669654" w14:textId="5F068227" w:rsidR="002F535D" w:rsidRPr="00090C8B" w:rsidRDefault="002F535D" w:rsidP="002F535D">
            <w:pPr>
              <w:jc w:val="center"/>
              <w:rPr>
                <w:rFonts w:ascii="Archivo" w:hAnsi="Archivo" w:cs="Archivo"/>
                <w:sz w:val="22"/>
                <w:szCs w:val="22"/>
              </w:rPr>
            </w:pPr>
          </w:p>
        </w:tc>
      </w:tr>
      <w:tr w:rsidR="00450145" w:rsidRPr="00090C8B" w14:paraId="3CC7D8EC" w14:textId="77777777" w:rsidTr="002F5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8359" w:type="dxa"/>
            <w:gridSpan w:val="5"/>
            <w:vAlign w:val="center"/>
          </w:tcPr>
          <w:p w14:paraId="186059BD" w14:textId="453E147A" w:rsidR="006F4567" w:rsidRPr="00090C8B" w:rsidRDefault="006F4567" w:rsidP="00450145">
            <w:pPr>
              <w:spacing w:line="276" w:lineRule="auto"/>
              <w:rPr>
                <w:rFonts w:ascii="Archivo" w:hAnsi="Archivo" w:cs="Archivo"/>
                <w:sz w:val="22"/>
                <w:szCs w:val="22"/>
              </w:rPr>
            </w:pPr>
            <w:bookmarkStart w:id="11" w:name="_Toc418588489"/>
            <w:bookmarkStart w:id="12" w:name="_Toc418588671"/>
            <w:bookmarkStart w:id="13" w:name="_Toc418588490"/>
            <w:bookmarkStart w:id="14" w:name="_Toc418588672"/>
            <w:bookmarkStart w:id="15" w:name="_Toc418588491"/>
            <w:bookmarkStart w:id="16" w:name="_Toc418588673"/>
            <w:bookmarkEnd w:id="11"/>
            <w:bookmarkEnd w:id="12"/>
            <w:bookmarkEnd w:id="13"/>
            <w:bookmarkEnd w:id="14"/>
            <w:bookmarkEnd w:id="15"/>
            <w:bookmarkEnd w:id="16"/>
            <w:r w:rsidRPr="00090C8B">
              <w:rPr>
                <w:rFonts w:ascii="Archivo" w:hAnsi="Archivo" w:cs="Archivo"/>
                <w:b/>
                <w:bCs/>
                <w:sz w:val="22"/>
                <w:szCs w:val="22"/>
              </w:rPr>
              <w:t>Iš viso</w:t>
            </w:r>
            <w:r w:rsidR="00283A13" w:rsidRPr="00090C8B">
              <w:rPr>
                <w:rFonts w:ascii="Archivo" w:hAnsi="Archivo" w:cs="Archivo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435F5EE2" w14:textId="227BD652" w:rsidR="006F4567" w:rsidRPr="00090C8B" w:rsidRDefault="006F4567" w:rsidP="007E7CDB">
            <w:pPr>
              <w:spacing w:line="276" w:lineRule="auto"/>
              <w:jc w:val="center"/>
              <w:rPr>
                <w:rFonts w:ascii="Archivo" w:hAnsi="Archivo" w:cs="Archivo"/>
                <w:sz w:val="22"/>
                <w:szCs w:val="22"/>
              </w:rPr>
            </w:pPr>
          </w:p>
        </w:tc>
      </w:tr>
      <w:tr w:rsidR="00450145" w:rsidRPr="00090C8B" w14:paraId="0822DBBA" w14:textId="77777777" w:rsidTr="002F5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8359" w:type="dxa"/>
            <w:gridSpan w:val="5"/>
            <w:vAlign w:val="center"/>
          </w:tcPr>
          <w:p w14:paraId="59D9A0E3" w14:textId="77777777" w:rsidR="006F4567" w:rsidRPr="00090C8B" w:rsidRDefault="00865578" w:rsidP="003B7F78">
            <w:pPr>
              <w:spacing w:line="276" w:lineRule="auto"/>
              <w:rPr>
                <w:rFonts w:ascii="Archivo" w:hAnsi="Archivo" w:cs="Archivo"/>
                <w:bCs/>
                <w:sz w:val="22"/>
                <w:szCs w:val="22"/>
              </w:rPr>
            </w:pPr>
            <w:r w:rsidRPr="00090C8B">
              <w:rPr>
                <w:rFonts w:ascii="Archivo" w:hAnsi="Archivo" w:cs="Archivo"/>
                <w:bCs/>
                <w:sz w:val="22"/>
                <w:szCs w:val="22"/>
              </w:rPr>
              <w:t>PVM</w:t>
            </w:r>
            <w:r w:rsidR="006F4567" w:rsidRPr="00090C8B">
              <w:rPr>
                <w:rFonts w:ascii="Archivo" w:hAnsi="Archivo" w:cs="Archivo"/>
                <w:bCs/>
                <w:sz w:val="22"/>
                <w:szCs w:val="22"/>
              </w:rPr>
              <w:t xml:space="preserve"> 21 %: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0CFE056D" w14:textId="03D9BBF1" w:rsidR="006F4567" w:rsidRPr="00090C8B" w:rsidRDefault="006F4567" w:rsidP="007E7CDB">
            <w:pPr>
              <w:spacing w:line="276" w:lineRule="auto"/>
              <w:jc w:val="center"/>
              <w:rPr>
                <w:rFonts w:ascii="Archivo" w:hAnsi="Archivo" w:cs="Archivo"/>
                <w:sz w:val="22"/>
                <w:szCs w:val="22"/>
              </w:rPr>
            </w:pPr>
          </w:p>
        </w:tc>
      </w:tr>
      <w:tr w:rsidR="00450145" w:rsidRPr="00090C8B" w14:paraId="23723A6F" w14:textId="77777777" w:rsidTr="002F53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  <w:jc w:val="center"/>
        </w:trPr>
        <w:tc>
          <w:tcPr>
            <w:tcW w:w="8359" w:type="dxa"/>
            <w:gridSpan w:val="5"/>
            <w:vAlign w:val="center"/>
          </w:tcPr>
          <w:p w14:paraId="3C5419BB" w14:textId="338868B6" w:rsidR="006F4567" w:rsidRPr="00090C8B" w:rsidRDefault="006F4567" w:rsidP="00450145">
            <w:pPr>
              <w:spacing w:line="276" w:lineRule="auto"/>
              <w:rPr>
                <w:rFonts w:ascii="Archivo" w:hAnsi="Archivo" w:cs="Archivo"/>
                <w:sz w:val="22"/>
                <w:szCs w:val="22"/>
              </w:rPr>
            </w:pPr>
            <w:r w:rsidRPr="00090C8B">
              <w:rPr>
                <w:rFonts w:ascii="Archivo" w:hAnsi="Archivo" w:cs="Archivo"/>
                <w:b/>
                <w:bCs/>
                <w:sz w:val="22"/>
                <w:szCs w:val="22"/>
              </w:rPr>
              <w:t xml:space="preserve">Iš viso </w:t>
            </w:r>
            <w:r w:rsidRPr="00090C8B">
              <w:rPr>
                <w:rFonts w:ascii="Archivo" w:hAnsi="Archivo" w:cs="Archivo"/>
                <w:b/>
                <w:sz w:val="22"/>
                <w:szCs w:val="22"/>
              </w:rPr>
              <w:t xml:space="preserve">su </w:t>
            </w:r>
            <w:r w:rsidR="00865578" w:rsidRPr="00090C8B">
              <w:rPr>
                <w:rFonts w:ascii="Archivo" w:hAnsi="Archivo" w:cs="Archivo"/>
                <w:b/>
                <w:sz w:val="22"/>
                <w:szCs w:val="22"/>
              </w:rPr>
              <w:t>PVM</w:t>
            </w:r>
            <w:r w:rsidRPr="00090C8B">
              <w:rPr>
                <w:rFonts w:ascii="Archivo" w:hAnsi="Archivo" w:cs="Archivo"/>
                <w:b/>
                <w:bCs/>
                <w:sz w:val="22"/>
                <w:szCs w:val="22"/>
              </w:rPr>
              <w:t xml:space="preserve"> 21 %:</w:t>
            </w:r>
          </w:p>
        </w:tc>
        <w:tc>
          <w:tcPr>
            <w:tcW w:w="1422" w:type="dxa"/>
            <w:shd w:val="clear" w:color="auto" w:fill="auto"/>
            <w:vAlign w:val="bottom"/>
          </w:tcPr>
          <w:p w14:paraId="016BE664" w14:textId="530BD036" w:rsidR="006F4567" w:rsidRPr="00090C8B" w:rsidRDefault="006F4567" w:rsidP="007E7CDB">
            <w:pPr>
              <w:spacing w:line="276" w:lineRule="auto"/>
              <w:jc w:val="center"/>
              <w:rPr>
                <w:rFonts w:ascii="Archivo" w:hAnsi="Archivo" w:cs="Archivo"/>
                <w:sz w:val="22"/>
                <w:szCs w:val="22"/>
              </w:rPr>
            </w:pPr>
          </w:p>
        </w:tc>
      </w:tr>
    </w:tbl>
    <w:p w14:paraId="70387F53" w14:textId="77777777" w:rsidR="00A61EA3" w:rsidRPr="00090C8B" w:rsidRDefault="005126EA" w:rsidP="00D63FFF">
      <w:pPr>
        <w:jc w:val="both"/>
        <w:rPr>
          <w:rFonts w:ascii="Archivo" w:eastAsia="Calibri" w:hAnsi="Archivo" w:cs="Archivo"/>
          <w:sz w:val="22"/>
          <w:szCs w:val="22"/>
        </w:rPr>
      </w:pPr>
      <w:r w:rsidRPr="00090C8B">
        <w:rPr>
          <w:rFonts w:ascii="Archivo" w:eastAsia="Calibri" w:hAnsi="Archivo" w:cs="Archivo"/>
          <w:sz w:val="22"/>
          <w:szCs w:val="22"/>
        </w:rPr>
        <w:t xml:space="preserve"> </w:t>
      </w:r>
    </w:p>
    <w:p w14:paraId="4DCA83AF" w14:textId="77777777" w:rsidR="008D6666" w:rsidRPr="00090C8B" w:rsidRDefault="008D6666" w:rsidP="00D63FFF">
      <w:pPr>
        <w:jc w:val="both"/>
        <w:rPr>
          <w:rFonts w:ascii="Archivo" w:eastAsia="Calibri" w:hAnsi="Archivo" w:cs="Archivo"/>
          <w:sz w:val="22"/>
          <w:szCs w:val="22"/>
          <w:lang w:val="en-US"/>
        </w:rPr>
      </w:pPr>
    </w:p>
    <w:p w14:paraId="6D2AB86C" w14:textId="77777777" w:rsidR="008D6666" w:rsidRPr="00090C8B" w:rsidRDefault="008D6666" w:rsidP="00D63FFF">
      <w:pPr>
        <w:jc w:val="both"/>
        <w:rPr>
          <w:rFonts w:ascii="Archivo" w:eastAsia="Calibri" w:hAnsi="Archivo" w:cs="Archivo"/>
          <w:sz w:val="22"/>
          <w:szCs w:val="22"/>
        </w:rPr>
      </w:pPr>
    </w:p>
    <w:p w14:paraId="1AF1FE00" w14:textId="77777777" w:rsidR="008D6666" w:rsidRPr="00090C8B" w:rsidRDefault="008D6666" w:rsidP="00D63FFF">
      <w:pPr>
        <w:jc w:val="both"/>
        <w:rPr>
          <w:rFonts w:ascii="Archivo" w:eastAsia="Calibri" w:hAnsi="Archivo" w:cs="Archivo"/>
          <w:sz w:val="22"/>
          <w:szCs w:val="22"/>
        </w:rPr>
      </w:pPr>
      <w:r w:rsidRPr="00090C8B">
        <w:rPr>
          <w:rFonts w:ascii="Archivo" w:eastAsia="Calibri" w:hAnsi="Archivo" w:cs="Archivo"/>
          <w:sz w:val="22"/>
          <w:szCs w:val="22"/>
        </w:rPr>
        <w:t>Rangovas:</w:t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  <w:t>Užsakovas:</w:t>
      </w:r>
    </w:p>
    <w:p w14:paraId="50A9F5BB" w14:textId="05239A72" w:rsidR="008D6666" w:rsidRPr="00090C8B" w:rsidRDefault="00E5329E" w:rsidP="008D6666">
      <w:pPr>
        <w:jc w:val="both"/>
        <w:rPr>
          <w:rFonts w:ascii="Archivo" w:eastAsia="Calibri" w:hAnsi="Archivo" w:cs="Archivo"/>
          <w:sz w:val="22"/>
          <w:szCs w:val="22"/>
        </w:rPr>
      </w:pPr>
      <w:r>
        <w:rPr>
          <w:rFonts w:ascii="Archivo" w:eastAsia="Calibri" w:hAnsi="Archivo" w:cs="Archivo"/>
          <w:sz w:val="22"/>
          <w:szCs w:val="22"/>
        </w:rPr>
        <w:t>Generalinis direktorius</w:t>
      </w:r>
      <w:r w:rsidR="008D6666" w:rsidRPr="00090C8B">
        <w:rPr>
          <w:rFonts w:ascii="Archivo" w:eastAsia="Calibri" w:hAnsi="Archivo" w:cs="Archivo"/>
          <w:sz w:val="22"/>
          <w:szCs w:val="22"/>
        </w:rPr>
        <w:tab/>
      </w:r>
      <w:r>
        <w:rPr>
          <w:rFonts w:ascii="Archivo" w:eastAsia="Calibri" w:hAnsi="Archivo" w:cs="Archivo"/>
          <w:sz w:val="22"/>
          <w:szCs w:val="22"/>
        </w:rPr>
        <w:t xml:space="preserve">                    </w:t>
      </w:r>
      <w:r w:rsidR="00723B7F">
        <w:rPr>
          <w:rFonts w:ascii="Archivo" w:eastAsia="Calibri" w:hAnsi="Archivo" w:cs="Archivo"/>
          <w:sz w:val="22"/>
          <w:szCs w:val="22"/>
        </w:rPr>
        <w:tab/>
      </w:r>
      <w:r w:rsidR="00723B7F">
        <w:rPr>
          <w:rFonts w:ascii="Archivo" w:eastAsia="Calibri" w:hAnsi="Archivo" w:cs="Archivo"/>
          <w:sz w:val="22"/>
          <w:szCs w:val="22"/>
        </w:rPr>
        <w:tab/>
      </w:r>
      <w:r>
        <w:rPr>
          <w:rFonts w:ascii="Archivo" w:eastAsia="Calibri" w:hAnsi="Archivo" w:cs="Archivo"/>
          <w:sz w:val="22"/>
          <w:szCs w:val="22"/>
        </w:rPr>
        <w:t xml:space="preserve">      </w:t>
      </w:r>
      <w:r w:rsidR="00694901">
        <w:rPr>
          <w:rFonts w:ascii="Archivo" w:eastAsia="Calibri" w:hAnsi="Archivo" w:cs="Archivo"/>
          <w:sz w:val="22"/>
          <w:szCs w:val="22"/>
        </w:rPr>
        <w:t>Generalinis direktorius Algis Latakas</w:t>
      </w:r>
      <w:r w:rsidR="00AC4750" w:rsidRPr="00090C8B">
        <w:rPr>
          <w:rFonts w:ascii="Archivo" w:eastAsia="Calibri" w:hAnsi="Archivo" w:cs="Archivo"/>
          <w:sz w:val="22"/>
          <w:szCs w:val="22"/>
        </w:rPr>
        <w:t xml:space="preserve"> </w:t>
      </w:r>
    </w:p>
    <w:p w14:paraId="2344D576" w14:textId="1B45DF6C" w:rsidR="008D6666" w:rsidRPr="00090C8B" w:rsidRDefault="008D6666" w:rsidP="00D63FFF">
      <w:pPr>
        <w:jc w:val="both"/>
        <w:rPr>
          <w:rFonts w:ascii="Archivo" w:eastAsia="Calibri" w:hAnsi="Archivo" w:cs="Archivo"/>
          <w:sz w:val="22"/>
          <w:szCs w:val="22"/>
        </w:rPr>
      </w:pPr>
      <w:r w:rsidRPr="00090C8B">
        <w:rPr>
          <w:rFonts w:ascii="Archivo" w:eastAsia="Calibri" w:hAnsi="Archivo" w:cs="Archivo"/>
          <w:sz w:val="22"/>
          <w:szCs w:val="22"/>
        </w:rPr>
        <w:t>(vardas, pavardė, parašas, data)</w:t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</w:r>
      <w:r w:rsidRPr="00090C8B">
        <w:rPr>
          <w:rFonts w:ascii="Archivo" w:eastAsia="Calibri" w:hAnsi="Archivo" w:cs="Archivo"/>
          <w:sz w:val="22"/>
          <w:szCs w:val="22"/>
        </w:rPr>
        <w:tab/>
        <w:t>(vardas, pavardė, parašas, data)</w:t>
      </w:r>
    </w:p>
    <w:sectPr w:rsidR="008D6666" w:rsidRPr="00090C8B" w:rsidSect="00056EB0">
      <w:footerReference w:type="default" r:id="rId10"/>
      <w:footerReference w:type="first" r:id="rId11"/>
      <w:pgSz w:w="11907" w:h="16840" w:code="9"/>
      <w:pgMar w:top="709" w:right="709" w:bottom="680" w:left="1134" w:header="567" w:footer="511" w:gutter="0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DD2264" w14:textId="77777777" w:rsidR="00330F09" w:rsidRDefault="00330F09">
      <w:r>
        <w:separator/>
      </w:r>
    </w:p>
  </w:endnote>
  <w:endnote w:type="continuationSeparator" w:id="0">
    <w:p w14:paraId="273886A3" w14:textId="77777777" w:rsidR="00330F09" w:rsidRDefault="00330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chivo">
    <w:panose1 w:val="00000000000000000000"/>
    <w:charset w:val="BA"/>
    <w:family w:val="auto"/>
    <w:pitch w:val="variable"/>
    <w:sig w:usb0="A00000FF" w:usb1="500020EB" w:usb2="00000008" w:usb3="00000000" w:csb0="00000193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1EDD59" w14:textId="77777777" w:rsidR="00A61EA3" w:rsidRDefault="00A61EA3" w:rsidP="00525AF1">
    <w:pPr>
      <w:pStyle w:val="Footer"/>
      <w:jc w:val="right"/>
    </w:pPr>
    <w:proofErr w:type="spellStart"/>
    <w:r>
      <w:t>Lapas</w:t>
    </w:r>
    <w:proofErr w:type="spellEnd"/>
    <w: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Cs w:val="24"/>
      </w:rPr>
      <w:fldChar w:fldCharType="separate"/>
    </w:r>
    <w:r>
      <w:rPr>
        <w:b/>
        <w:bCs/>
        <w:noProof/>
      </w:rPr>
      <w:t>5</w:t>
    </w:r>
    <w:r>
      <w:rPr>
        <w:b/>
        <w:bCs/>
        <w:szCs w:val="24"/>
      </w:rPr>
      <w:fldChar w:fldCharType="end"/>
    </w:r>
    <w:r>
      <w:t xml:space="preserve"> </w:t>
    </w:r>
    <w:r>
      <w:rPr>
        <w:lang w:val="lt-LT"/>
      </w:rPr>
      <w:t>iš</w:t>
    </w:r>
    <w: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Cs w:val="24"/>
      </w:rPr>
      <w:fldChar w:fldCharType="separate"/>
    </w:r>
    <w:r w:rsidR="00EE16CA">
      <w:rPr>
        <w:b/>
        <w:bCs/>
        <w:noProof/>
      </w:rPr>
      <w:t>1</w:t>
    </w:r>
    <w:r>
      <w:rPr>
        <w:b/>
        <w:bCs/>
        <w:szCs w:val="24"/>
      </w:rPr>
      <w:fldChar w:fldCharType="end"/>
    </w:r>
  </w:p>
  <w:p w14:paraId="1C1E8E9A" w14:textId="77777777" w:rsidR="00A61EA3" w:rsidRDefault="00A61EA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57926" w14:textId="6727467D" w:rsidR="00A61EA3" w:rsidRDefault="00A61EA3">
    <w:pPr>
      <w:pStyle w:val="Footer"/>
      <w:jc w:val="right"/>
      <w:rPr>
        <w:b/>
        <w:bCs/>
        <w:szCs w:val="24"/>
      </w:rPr>
    </w:pPr>
    <w:proofErr w:type="spellStart"/>
    <w:r>
      <w:t>Lapas</w:t>
    </w:r>
    <w:proofErr w:type="spellEnd"/>
    <w: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Cs w:val="24"/>
      </w:rPr>
      <w:fldChar w:fldCharType="separate"/>
    </w:r>
    <w:r w:rsidR="00F90B2F">
      <w:rPr>
        <w:b/>
        <w:bCs/>
        <w:noProof/>
      </w:rPr>
      <w:t>1</w:t>
    </w:r>
    <w:r>
      <w:rPr>
        <w:b/>
        <w:bCs/>
        <w:szCs w:val="24"/>
      </w:rPr>
      <w:fldChar w:fldCharType="end"/>
    </w:r>
    <w:r>
      <w:t xml:space="preserve"> </w:t>
    </w:r>
    <w:r>
      <w:rPr>
        <w:lang w:val="lt-LT"/>
      </w:rPr>
      <w:t>iš</w:t>
    </w:r>
    <w:r>
      <w:t xml:space="preserve"> </w:t>
    </w:r>
    <w:r>
      <w:rPr>
        <w:b/>
        <w:bCs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Cs w:val="24"/>
      </w:rPr>
      <w:fldChar w:fldCharType="separate"/>
    </w:r>
    <w:r w:rsidR="00F90B2F">
      <w:rPr>
        <w:b/>
        <w:bCs/>
        <w:noProof/>
      </w:rPr>
      <w:t>1</w:t>
    </w:r>
    <w:r>
      <w:rPr>
        <w:b/>
        <w:bCs/>
        <w:szCs w:val="24"/>
      </w:rPr>
      <w:fldChar w:fldCharType="end"/>
    </w:r>
  </w:p>
  <w:p w14:paraId="4FF59373" w14:textId="77777777" w:rsidR="00A61EA3" w:rsidRDefault="00A61EA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93553" w14:textId="77777777" w:rsidR="00330F09" w:rsidRDefault="00330F09">
      <w:r>
        <w:separator/>
      </w:r>
    </w:p>
  </w:footnote>
  <w:footnote w:type="continuationSeparator" w:id="0">
    <w:p w14:paraId="4630A19F" w14:textId="77777777" w:rsidR="00330F09" w:rsidRDefault="00330F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9AC0612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65E51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AB482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83CA7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EEC48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A29E3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FAAF4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0BE06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8CEB0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18DF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D4076"/>
    <w:multiLevelType w:val="hybridMultilevel"/>
    <w:tmpl w:val="412227B0"/>
    <w:lvl w:ilvl="0" w:tplc="ACC45E40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F5E47FD"/>
    <w:multiLevelType w:val="hybridMultilevel"/>
    <w:tmpl w:val="3D3C8CCE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D265BF"/>
    <w:multiLevelType w:val="hybridMultilevel"/>
    <w:tmpl w:val="1D9435E2"/>
    <w:lvl w:ilvl="0" w:tplc="86C01AB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spacing w:val="-6"/>
        <w:kern w:val="16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217B88"/>
    <w:multiLevelType w:val="hybridMultilevel"/>
    <w:tmpl w:val="F064C05E"/>
    <w:lvl w:ilvl="0" w:tplc="AC76D864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5B2749"/>
    <w:multiLevelType w:val="hybridMultilevel"/>
    <w:tmpl w:val="3D3C8CCE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427FFB"/>
    <w:multiLevelType w:val="hybridMultilevel"/>
    <w:tmpl w:val="3D3C8CCE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D22965"/>
    <w:multiLevelType w:val="hybridMultilevel"/>
    <w:tmpl w:val="DD92B4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4D4C9D"/>
    <w:multiLevelType w:val="hybridMultilevel"/>
    <w:tmpl w:val="053886AC"/>
    <w:lvl w:ilvl="0" w:tplc="627EFF5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7B7142"/>
    <w:multiLevelType w:val="multilevel"/>
    <w:tmpl w:val="89CA93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8A278A"/>
    <w:multiLevelType w:val="hybridMultilevel"/>
    <w:tmpl w:val="32DED5A4"/>
    <w:lvl w:ilvl="0" w:tplc="679A11A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0D7AC3"/>
    <w:multiLevelType w:val="hybridMultilevel"/>
    <w:tmpl w:val="3D3C8CCE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003041"/>
    <w:multiLevelType w:val="hybridMultilevel"/>
    <w:tmpl w:val="3D3C8CCE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AD3BEC"/>
    <w:multiLevelType w:val="hybridMultilevel"/>
    <w:tmpl w:val="3D3C8CCE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015862"/>
    <w:multiLevelType w:val="hybridMultilevel"/>
    <w:tmpl w:val="3D3C8CCE"/>
    <w:lvl w:ilvl="0" w:tplc="0427000F">
      <w:start w:val="1"/>
      <w:numFmt w:val="decimal"/>
      <w:lvlText w:val="%1."/>
      <w:lvlJc w:val="left"/>
      <w:pPr>
        <w:ind w:left="786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BA1608"/>
    <w:multiLevelType w:val="multilevel"/>
    <w:tmpl w:val="042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12"/>
  </w:num>
  <w:num w:numId="2">
    <w:abstractNumId w:val="15"/>
  </w:num>
  <w:num w:numId="3">
    <w:abstractNumId w:val="20"/>
  </w:num>
  <w:num w:numId="4">
    <w:abstractNumId w:val="16"/>
  </w:num>
  <w:num w:numId="5">
    <w:abstractNumId w:val="14"/>
  </w:num>
  <w:num w:numId="6">
    <w:abstractNumId w:val="21"/>
  </w:num>
  <w:num w:numId="7">
    <w:abstractNumId w:val="22"/>
  </w:num>
  <w:num w:numId="8">
    <w:abstractNumId w:val="11"/>
  </w:num>
  <w:num w:numId="9">
    <w:abstractNumId w:val="23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24"/>
  </w:num>
  <w:num w:numId="21">
    <w:abstractNumId w:val="13"/>
  </w:num>
  <w:num w:numId="22">
    <w:abstractNumId w:val="18"/>
  </w:num>
  <w:num w:numId="23">
    <w:abstractNumId w:val="17"/>
  </w:num>
  <w:num w:numId="24">
    <w:abstractNumId w:val="10"/>
  </w:num>
  <w:num w:numId="25">
    <w:abstractNumId w:val="1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F27"/>
    <w:rsid w:val="00000372"/>
    <w:rsid w:val="000025FD"/>
    <w:rsid w:val="0000263E"/>
    <w:rsid w:val="00003F4F"/>
    <w:rsid w:val="000041BE"/>
    <w:rsid w:val="00006271"/>
    <w:rsid w:val="00007345"/>
    <w:rsid w:val="00010163"/>
    <w:rsid w:val="0001021E"/>
    <w:rsid w:val="000117A2"/>
    <w:rsid w:val="0001205D"/>
    <w:rsid w:val="0001355A"/>
    <w:rsid w:val="000142F7"/>
    <w:rsid w:val="0001485F"/>
    <w:rsid w:val="000152B1"/>
    <w:rsid w:val="0001795F"/>
    <w:rsid w:val="00020E21"/>
    <w:rsid w:val="00021F45"/>
    <w:rsid w:val="0002385B"/>
    <w:rsid w:val="00023CA1"/>
    <w:rsid w:val="000257A6"/>
    <w:rsid w:val="00025D68"/>
    <w:rsid w:val="00027F50"/>
    <w:rsid w:val="0003299A"/>
    <w:rsid w:val="0003313C"/>
    <w:rsid w:val="000335DE"/>
    <w:rsid w:val="0003490F"/>
    <w:rsid w:val="0003583D"/>
    <w:rsid w:val="0003719B"/>
    <w:rsid w:val="000441D0"/>
    <w:rsid w:val="000456C7"/>
    <w:rsid w:val="00046ACD"/>
    <w:rsid w:val="00046BB1"/>
    <w:rsid w:val="00047153"/>
    <w:rsid w:val="0005068A"/>
    <w:rsid w:val="00052535"/>
    <w:rsid w:val="0005374F"/>
    <w:rsid w:val="000539B8"/>
    <w:rsid w:val="00053F0E"/>
    <w:rsid w:val="00054E9F"/>
    <w:rsid w:val="00056EB0"/>
    <w:rsid w:val="00057730"/>
    <w:rsid w:val="00061C5A"/>
    <w:rsid w:val="00061E45"/>
    <w:rsid w:val="00061E66"/>
    <w:rsid w:val="000635E0"/>
    <w:rsid w:val="00063EC1"/>
    <w:rsid w:val="00064A23"/>
    <w:rsid w:val="00064BC1"/>
    <w:rsid w:val="00067510"/>
    <w:rsid w:val="00070114"/>
    <w:rsid w:val="00070789"/>
    <w:rsid w:val="0007156F"/>
    <w:rsid w:val="000729A2"/>
    <w:rsid w:val="00073C6F"/>
    <w:rsid w:val="0007447A"/>
    <w:rsid w:val="00076CBD"/>
    <w:rsid w:val="00080140"/>
    <w:rsid w:val="000811EB"/>
    <w:rsid w:val="0008529F"/>
    <w:rsid w:val="000853FE"/>
    <w:rsid w:val="00085C1A"/>
    <w:rsid w:val="00085E6F"/>
    <w:rsid w:val="00086F46"/>
    <w:rsid w:val="00086FA0"/>
    <w:rsid w:val="00090B39"/>
    <w:rsid w:val="00090B9B"/>
    <w:rsid w:val="00090C8B"/>
    <w:rsid w:val="000930D1"/>
    <w:rsid w:val="00095133"/>
    <w:rsid w:val="000960DE"/>
    <w:rsid w:val="000967AD"/>
    <w:rsid w:val="000A146D"/>
    <w:rsid w:val="000A344C"/>
    <w:rsid w:val="000A5F4B"/>
    <w:rsid w:val="000A70EE"/>
    <w:rsid w:val="000B1A1F"/>
    <w:rsid w:val="000B1E03"/>
    <w:rsid w:val="000B3315"/>
    <w:rsid w:val="000B3502"/>
    <w:rsid w:val="000B4092"/>
    <w:rsid w:val="000B452E"/>
    <w:rsid w:val="000B47A1"/>
    <w:rsid w:val="000B517E"/>
    <w:rsid w:val="000B5DEF"/>
    <w:rsid w:val="000B7143"/>
    <w:rsid w:val="000B719B"/>
    <w:rsid w:val="000C24AE"/>
    <w:rsid w:val="000C269F"/>
    <w:rsid w:val="000C3EF8"/>
    <w:rsid w:val="000C40A5"/>
    <w:rsid w:val="000C4E8D"/>
    <w:rsid w:val="000C5F52"/>
    <w:rsid w:val="000C60F6"/>
    <w:rsid w:val="000C683E"/>
    <w:rsid w:val="000D02B5"/>
    <w:rsid w:val="000D0726"/>
    <w:rsid w:val="000D0E6B"/>
    <w:rsid w:val="000D3DE1"/>
    <w:rsid w:val="000D3F1F"/>
    <w:rsid w:val="000D41B1"/>
    <w:rsid w:val="000D577C"/>
    <w:rsid w:val="000D6241"/>
    <w:rsid w:val="000D6CC2"/>
    <w:rsid w:val="000D6FA4"/>
    <w:rsid w:val="000E16DB"/>
    <w:rsid w:val="000E20FF"/>
    <w:rsid w:val="000E3114"/>
    <w:rsid w:val="000E501C"/>
    <w:rsid w:val="000E5063"/>
    <w:rsid w:val="000E5701"/>
    <w:rsid w:val="000E64E7"/>
    <w:rsid w:val="000F1779"/>
    <w:rsid w:val="000F1F56"/>
    <w:rsid w:val="000F2991"/>
    <w:rsid w:val="000F39A5"/>
    <w:rsid w:val="000F3EC8"/>
    <w:rsid w:val="000F4585"/>
    <w:rsid w:val="000F5141"/>
    <w:rsid w:val="000F547F"/>
    <w:rsid w:val="000F65C7"/>
    <w:rsid w:val="001006D0"/>
    <w:rsid w:val="00100A8B"/>
    <w:rsid w:val="00103FF2"/>
    <w:rsid w:val="00104344"/>
    <w:rsid w:val="00106491"/>
    <w:rsid w:val="0010683E"/>
    <w:rsid w:val="00106DEB"/>
    <w:rsid w:val="00106F93"/>
    <w:rsid w:val="00107018"/>
    <w:rsid w:val="001121F8"/>
    <w:rsid w:val="0011319F"/>
    <w:rsid w:val="001163CA"/>
    <w:rsid w:val="001200CF"/>
    <w:rsid w:val="00120774"/>
    <w:rsid w:val="00121E0F"/>
    <w:rsid w:val="00122CBA"/>
    <w:rsid w:val="001231F9"/>
    <w:rsid w:val="001236E2"/>
    <w:rsid w:val="00123A5B"/>
    <w:rsid w:val="00124309"/>
    <w:rsid w:val="0012514B"/>
    <w:rsid w:val="00125686"/>
    <w:rsid w:val="00126AFB"/>
    <w:rsid w:val="00126C6E"/>
    <w:rsid w:val="001321FE"/>
    <w:rsid w:val="001324E7"/>
    <w:rsid w:val="00133993"/>
    <w:rsid w:val="00134B78"/>
    <w:rsid w:val="001375EF"/>
    <w:rsid w:val="001377CD"/>
    <w:rsid w:val="00141548"/>
    <w:rsid w:val="001417B0"/>
    <w:rsid w:val="0014195A"/>
    <w:rsid w:val="001429EC"/>
    <w:rsid w:val="00143C69"/>
    <w:rsid w:val="00144FF7"/>
    <w:rsid w:val="001464A2"/>
    <w:rsid w:val="00146B9D"/>
    <w:rsid w:val="00147290"/>
    <w:rsid w:val="00147DC5"/>
    <w:rsid w:val="00150E1B"/>
    <w:rsid w:val="00152700"/>
    <w:rsid w:val="00154D88"/>
    <w:rsid w:val="001559BD"/>
    <w:rsid w:val="001560F2"/>
    <w:rsid w:val="00156925"/>
    <w:rsid w:val="001569BB"/>
    <w:rsid w:val="00156A65"/>
    <w:rsid w:val="00156DEF"/>
    <w:rsid w:val="00157248"/>
    <w:rsid w:val="001608C9"/>
    <w:rsid w:val="00160F14"/>
    <w:rsid w:val="00163084"/>
    <w:rsid w:val="00163B5D"/>
    <w:rsid w:val="001646A0"/>
    <w:rsid w:val="00165169"/>
    <w:rsid w:val="001661F8"/>
    <w:rsid w:val="00166DD3"/>
    <w:rsid w:val="00166F45"/>
    <w:rsid w:val="00167F43"/>
    <w:rsid w:val="0017042E"/>
    <w:rsid w:val="001713FC"/>
    <w:rsid w:val="00171F99"/>
    <w:rsid w:val="00173FBE"/>
    <w:rsid w:val="00175305"/>
    <w:rsid w:val="00175409"/>
    <w:rsid w:val="00176459"/>
    <w:rsid w:val="00176FF0"/>
    <w:rsid w:val="0017715D"/>
    <w:rsid w:val="00177CA4"/>
    <w:rsid w:val="00180245"/>
    <w:rsid w:val="001810DB"/>
    <w:rsid w:val="001812FD"/>
    <w:rsid w:val="001820D4"/>
    <w:rsid w:val="00182D48"/>
    <w:rsid w:val="00182F14"/>
    <w:rsid w:val="00183544"/>
    <w:rsid w:val="00183549"/>
    <w:rsid w:val="00185348"/>
    <w:rsid w:val="001853BB"/>
    <w:rsid w:val="00186B3D"/>
    <w:rsid w:val="0019061F"/>
    <w:rsid w:val="001916E2"/>
    <w:rsid w:val="00192B0D"/>
    <w:rsid w:val="001944BC"/>
    <w:rsid w:val="00194909"/>
    <w:rsid w:val="00194DAA"/>
    <w:rsid w:val="00195A8E"/>
    <w:rsid w:val="00196B8D"/>
    <w:rsid w:val="001A06B1"/>
    <w:rsid w:val="001A119B"/>
    <w:rsid w:val="001A1339"/>
    <w:rsid w:val="001A1AA0"/>
    <w:rsid w:val="001A3501"/>
    <w:rsid w:val="001A3C71"/>
    <w:rsid w:val="001A4590"/>
    <w:rsid w:val="001A5701"/>
    <w:rsid w:val="001A5C80"/>
    <w:rsid w:val="001A5FAD"/>
    <w:rsid w:val="001B26CD"/>
    <w:rsid w:val="001B2926"/>
    <w:rsid w:val="001B29AB"/>
    <w:rsid w:val="001B320B"/>
    <w:rsid w:val="001B4B86"/>
    <w:rsid w:val="001B5001"/>
    <w:rsid w:val="001B53A3"/>
    <w:rsid w:val="001C0176"/>
    <w:rsid w:val="001C276E"/>
    <w:rsid w:val="001C2BA9"/>
    <w:rsid w:val="001C346D"/>
    <w:rsid w:val="001C4A4F"/>
    <w:rsid w:val="001C52B2"/>
    <w:rsid w:val="001C78B5"/>
    <w:rsid w:val="001C7B15"/>
    <w:rsid w:val="001C7E87"/>
    <w:rsid w:val="001D0B14"/>
    <w:rsid w:val="001D2919"/>
    <w:rsid w:val="001D2B0B"/>
    <w:rsid w:val="001E1DE7"/>
    <w:rsid w:val="001E33C9"/>
    <w:rsid w:val="001E3767"/>
    <w:rsid w:val="001E42A7"/>
    <w:rsid w:val="001E4C04"/>
    <w:rsid w:val="001E53B1"/>
    <w:rsid w:val="001E5AE0"/>
    <w:rsid w:val="001E5E33"/>
    <w:rsid w:val="001E6A82"/>
    <w:rsid w:val="001E6B48"/>
    <w:rsid w:val="001E713D"/>
    <w:rsid w:val="001F105D"/>
    <w:rsid w:val="001F1E4C"/>
    <w:rsid w:val="001F21F6"/>
    <w:rsid w:val="001F2BE0"/>
    <w:rsid w:val="001F3B58"/>
    <w:rsid w:val="001F4862"/>
    <w:rsid w:val="001F5288"/>
    <w:rsid w:val="001F5E8D"/>
    <w:rsid w:val="001F635A"/>
    <w:rsid w:val="001F703B"/>
    <w:rsid w:val="001F73E4"/>
    <w:rsid w:val="001F7C6D"/>
    <w:rsid w:val="00201A43"/>
    <w:rsid w:val="00203AFE"/>
    <w:rsid w:val="00204675"/>
    <w:rsid w:val="00205564"/>
    <w:rsid w:val="002055D6"/>
    <w:rsid w:val="002101C0"/>
    <w:rsid w:val="00210ABF"/>
    <w:rsid w:val="00210DC9"/>
    <w:rsid w:val="002131CC"/>
    <w:rsid w:val="00215CB2"/>
    <w:rsid w:val="002163EB"/>
    <w:rsid w:val="00216E28"/>
    <w:rsid w:val="00216F33"/>
    <w:rsid w:val="00222490"/>
    <w:rsid w:val="00224068"/>
    <w:rsid w:val="00225715"/>
    <w:rsid w:val="00226226"/>
    <w:rsid w:val="002262ED"/>
    <w:rsid w:val="0022711B"/>
    <w:rsid w:val="00230F78"/>
    <w:rsid w:val="00233559"/>
    <w:rsid w:val="00233591"/>
    <w:rsid w:val="002361DE"/>
    <w:rsid w:val="002367DD"/>
    <w:rsid w:val="002371FC"/>
    <w:rsid w:val="00240CB5"/>
    <w:rsid w:val="00241A72"/>
    <w:rsid w:val="002427E4"/>
    <w:rsid w:val="002429E6"/>
    <w:rsid w:val="002438F6"/>
    <w:rsid w:val="002439B6"/>
    <w:rsid w:val="00243D06"/>
    <w:rsid w:val="00245B7C"/>
    <w:rsid w:val="002462DA"/>
    <w:rsid w:val="00250B3A"/>
    <w:rsid w:val="002530DA"/>
    <w:rsid w:val="0025453D"/>
    <w:rsid w:val="00254882"/>
    <w:rsid w:val="00255610"/>
    <w:rsid w:val="00255CE8"/>
    <w:rsid w:val="00255DB8"/>
    <w:rsid w:val="0025605D"/>
    <w:rsid w:val="002600E3"/>
    <w:rsid w:val="0026076D"/>
    <w:rsid w:val="00262546"/>
    <w:rsid w:val="002631DE"/>
    <w:rsid w:val="00267081"/>
    <w:rsid w:val="00270309"/>
    <w:rsid w:val="00271A39"/>
    <w:rsid w:val="00271CA8"/>
    <w:rsid w:val="002728E2"/>
    <w:rsid w:val="00272BE1"/>
    <w:rsid w:val="00274078"/>
    <w:rsid w:val="0027421F"/>
    <w:rsid w:val="002744F0"/>
    <w:rsid w:val="00276AF3"/>
    <w:rsid w:val="002771CB"/>
    <w:rsid w:val="00277381"/>
    <w:rsid w:val="00283A13"/>
    <w:rsid w:val="002841A1"/>
    <w:rsid w:val="00290595"/>
    <w:rsid w:val="0029123E"/>
    <w:rsid w:val="00296318"/>
    <w:rsid w:val="00296D8E"/>
    <w:rsid w:val="002A0310"/>
    <w:rsid w:val="002A0B0D"/>
    <w:rsid w:val="002A4924"/>
    <w:rsid w:val="002A60F3"/>
    <w:rsid w:val="002A6DED"/>
    <w:rsid w:val="002A7D99"/>
    <w:rsid w:val="002B0A95"/>
    <w:rsid w:val="002B27A2"/>
    <w:rsid w:val="002B6409"/>
    <w:rsid w:val="002B6656"/>
    <w:rsid w:val="002B6F78"/>
    <w:rsid w:val="002B7202"/>
    <w:rsid w:val="002C0936"/>
    <w:rsid w:val="002C1D75"/>
    <w:rsid w:val="002C2075"/>
    <w:rsid w:val="002C4947"/>
    <w:rsid w:val="002C4FB7"/>
    <w:rsid w:val="002C50C6"/>
    <w:rsid w:val="002C537B"/>
    <w:rsid w:val="002C54E9"/>
    <w:rsid w:val="002C5B96"/>
    <w:rsid w:val="002C5BBA"/>
    <w:rsid w:val="002C67C0"/>
    <w:rsid w:val="002C6A1D"/>
    <w:rsid w:val="002D10E4"/>
    <w:rsid w:val="002D1444"/>
    <w:rsid w:val="002D1834"/>
    <w:rsid w:val="002D213F"/>
    <w:rsid w:val="002D3B1A"/>
    <w:rsid w:val="002D44F4"/>
    <w:rsid w:val="002D4AEE"/>
    <w:rsid w:val="002D5978"/>
    <w:rsid w:val="002D619A"/>
    <w:rsid w:val="002D6E65"/>
    <w:rsid w:val="002D751B"/>
    <w:rsid w:val="002E1A61"/>
    <w:rsid w:val="002E3B8B"/>
    <w:rsid w:val="002E3E8B"/>
    <w:rsid w:val="002E3FEB"/>
    <w:rsid w:val="002E4B5A"/>
    <w:rsid w:val="002F0191"/>
    <w:rsid w:val="002F09E8"/>
    <w:rsid w:val="002F0E4D"/>
    <w:rsid w:val="002F4738"/>
    <w:rsid w:val="002F50AE"/>
    <w:rsid w:val="002F5169"/>
    <w:rsid w:val="002F535D"/>
    <w:rsid w:val="002F5818"/>
    <w:rsid w:val="002F59BF"/>
    <w:rsid w:val="003015C2"/>
    <w:rsid w:val="00301F80"/>
    <w:rsid w:val="0030261E"/>
    <w:rsid w:val="00304535"/>
    <w:rsid w:val="00305B81"/>
    <w:rsid w:val="00305F7C"/>
    <w:rsid w:val="00306F29"/>
    <w:rsid w:val="003071D3"/>
    <w:rsid w:val="00310AF5"/>
    <w:rsid w:val="00310BD7"/>
    <w:rsid w:val="00311309"/>
    <w:rsid w:val="0031187E"/>
    <w:rsid w:val="00311BF2"/>
    <w:rsid w:val="00311E67"/>
    <w:rsid w:val="00311FA7"/>
    <w:rsid w:val="0031270C"/>
    <w:rsid w:val="003148DB"/>
    <w:rsid w:val="00320074"/>
    <w:rsid w:val="00320085"/>
    <w:rsid w:val="00320568"/>
    <w:rsid w:val="003217B5"/>
    <w:rsid w:val="003217D9"/>
    <w:rsid w:val="003225E9"/>
    <w:rsid w:val="003235C9"/>
    <w:rsid w:val="00324CDB"/>
    <w:rsid w:val="00325849"/>
    <w:rsid w:val="00325EFB"/>
    <w:rsid w:val="00326C53"/>
    <w:rsid w:val="00330D8C"/>
    <w:rsid w:val="00330F09"/>
    <w:rsid w:val="00332778"/>
    <w:rsid w:val="00333744"/>
    <w:rsid w:val="00334F55"/>
    <w:rsid w:val="003416D5"/>
    <w:rsid w:val="00342E06"/>
    <w:rsid w:val="003434EA"/>
    <w:rsid w:val="00343C24"/>
    <w:rsid w:val="0034428D"/>
    <w:rsid w:val="003446F7"/>
    <w:rsid w:val="00344990"/>
    <w:rsid w:val="00345032"/>
    <w:rsid w:val="003451E9"/>
    <w:rsid w:val="0034674C"/>
    <w:rsid w:val="003471A5"/>
    <w:rsid w:val="003474B8"/>
    <w:rsid w:val="00350785"/>
    <w:rsid w:val="003508B4"/>
    <w:rsid w:val="00350EC0"/>
    <w:rsid w:val="003513A3"/>
    <w:rsid w:val="00352074"/>
    <w:rsid w:val="00352FB3"/>
    <w:rsid w:val="0035476D"/>
    <w:rsid w:val="00354E90"/>
    <w:rsid w:val="00355E2F"/>
    <w:rsid w:val="00356554"/>
    <w:rsid w:val="003567EE"/>
    <w:rsid w:val="00357643"/>
    <w:rsid w:val="00361B29"/>
    <w:rsid w:val="00363D3F"/>
    <w:rsid w:val="0036489A"/>
    <w:rsid w:val="00365424"/>
    <w:rsid w:val="00365848"/>
    <w:rsid w:val="00365A98"/>
    <w:rsid w:val="003666A3"/>
    <w:rsid w:val="00370922"/>
    <w:rsid w:val="00373F89"/>
    <w:rsid w:val="00377ECC"/>
    <w:rsid w:val="00380322"/>
    <w:rsid w:val="003807D5"/>
    <w:rsid w:val="00380B6A"/>
    <w:rsid w:val="003819F3"/>
    <w:rsid w:val="00381F52"/>
    <w:rsid w:val="00385699"/>
    <w:rsid w:val="003860AC"/>
    <w:rsid w:val="00386E40"/>
    <w:rsid w:val="00387F7C"/>
    <w:rsid w:val="003902FC"/>
    <w:rsid w:val="00392100"/>
    <w:rsid w:val="00392B24"/>
    <w:rsid w:val="00395263"/>
    <w:rsid w:val="0039701C"/>
    <w:rsid w:val="00397035"/>
    <w:rsid w:val="00397753"/>
    <w:rsid w:val="003A0FF6"/>
    <w:rsid w:val="003A15F1"/>
    <w:rsid w:val="003A2079"/>
    <w:rsid w:val="003A40AC"/>
    <w:rsid w:val="003A4CE3"/>
    <w:rsid w:val="003A5368"/>
    <w:rsid w:val="003B0A25"/>
    <w:rsid w:val="003B0C7F"/>
    <w:rsid w:val="003B0F40"/>
    <w:rsid w:val="003B18B6"/>
    <w:rsid w:val="003B1E95"/>
    <w:rsid w:val="003B2B5A"/>
    <w:rsid w:val="003B3CDA"/>
    <w:rsid w:val="003B3E72"/>
    <w:rsid w:val="003B45F6"/>
    <w:rsid w:val="003B5C47"/>
    <w:rsid w:val="003B6DC7"/>
    <w:rsid w:val="003B7F78"/>
    <w:rsid w:val="003C0353"/>
    <w:rsid w:val="003C2EE2"/>
    <w:rsid w:val="003C3D20"/>
    <w:rsid w:val="003C5F24"/>
    <w:rsid w:val="003C78AD"/>
    <w:rsid w:val="003D5D8F"/>
    <w:rsid w:val="003D6413"/>
    <w:rsid w:val="003D6E31"/>
    <w:rsid w:val="003E0AB0"/>
    <w:rsid w:val="003E11F7"/>
    <w:rsid w:val="003E2C3E"/>
    <w:rsid w:val="003E4125"/>
    <w:rsid w:val="003E4331"/>
    <w:rsid w:val="003E50DB"/>
    <w:rsid w:val="003E5186"/>
    <w:rsid w:val="003E6116"/>
    <w:rsid w:val="003E6A82"/>
    <w:rsid w:val="003F084C"/>
    <w:rsid w:val="003F55D7"/>
    <w:rsid w:val="003F7110"/>
    <w:rsid w:val="003F7D91"/>
    <w:rsid w:val="003F7E40"/>
    <w:rsid w:val="00402E8A"/>
    <w:rsid w:val="00403583"/>
    <w:rsid w:val="00403BAC"/>
    <w:rsid w:val="00404A9D"/>
    <w:rsid w:val="00407D63"/>
    <w:rsid w:val="0041092F"/>
    <w:rsid w:val="004153E8"/>
    <w:rsid w:val="0041619D"/>
    <w:rsid w:val="0041676D"/>
    <w:rsid w:val="00416ED2"/>
    <w:rsid w:val="004176B5"/>
    <w:rsid w:val="00417B46"/>
    <w:rsid w:val="0042007A"/>
    <w:rsid w:val="0042273F"/>
    <w:rsid w:val="00423701"/>
    <w:rsid w:val="00423A57"/>
    <w:rsid w:val="004241B5"/>
    <w:rsid w:val="0042445E"/>
    <w:rsid w:val="00425808"/>
    <w:rsid w:val="004269BC"/>
    <w:rsid w:val="00427E3D"/>
    <w:rsid w:val="004301CF"/>
    <w:rsid w:val="00431F9F"/>
    <w:rsid w:val="00434F4C"/>
    <w:rsid w:val="004357E2"/>
    <w:rsid w:val="0043590E"/>
    <w:rsid w:val="00436770"/>
    <w:rsid w:val="004403C6"/>
    <w:rsid w:val="00440947"/>
    <w:rsid w:val="00441447"/>
    <w:rsid w:val="00442DF2"/>
    <w:rsid w:val="00443994"/>
    <w:rsid w:val="00445634"/>
    <w:rsid w:val="0044569E"/>
    <w:rsid w:val="00446848"/>
    <w:rsid w:val="0044795C"/>
    <w:rsid w:val="00450145"/>
    <w:rsid w:val="0045197A"/>
    <w:rsid w:val="00453FAF"/>
    <w:rsid w:val="00454FF1"/>
    <w:rsid w:val="00455669"/>
    <w:rsid w:val="004563E5"/>
    <w:rsid w:val="00456625"/>
    <w:rsid w:val="00460585"/>
    <w:rsid w:val="00460B37"/>
    <w:rsid w:val="004626C8"/>
    <w:rsid w:val="00462AD6"/>
    <w:rsid w:val="00463003"/>
    <w:rsid w:val="004634F3"/>
    <w:rsid w:val="0046384B"/>
    <w:rsid w:val="00463BDF"/>
    <w:rsid w:val="00463E3E"/>
    <w:rsid w:val="004653E6"/>
    <w:rsid w:val="0046636E"/>
    <w:rsid w:val="004667C2"/>
    <w:rsid w:val="00466D4E"/>
    <w:rsid w:val="00466DF6"/>
    <w:rsid w:val="0046786C"/>
    <w:rsid w:val="00471A6D"/>
    <w:rsid w:val="00471D53"/>
    <w:rsid w:val="00472760"/>
    <w:rsid w:val="00472B0F"/>
    <w:rsid w:val="00474673"/>
    <w:rsid w:val="004764E0"/>
    <w:rsid w:val="00476646"/>
    <w:rsid w:val="00477C96"/>
    <w:rsid w:val="004822CF"/>
    <w:rsid w:val="00483D5D"/>
    <w:rsid w:val="00483FA8"/>
    <w:rsid w:val="00484058"/>
    <w:rsid w:val="0048453F"/>
    <w:rsid w:val="004848F8"/>
    <w:rsid w:val="00484AFF"/>
    <w:rsid w:val="00485083"/>
    <w:rsid w:val="004850D3"/>
    <w:rsid w:val="00486264"/>
    <w:rsid w:val="00487111"/>
    <w:rsid w:val="004875F0"/>
    <w:rsid w:val="00490FBD"/>
    <w:rsid w:val="00491ACA"/>
    <w:rsid w:val="00492C6F"/>
    <w:rsid w:val="00492DCB"/>
    <w:rsid w:val="00493831"/>
    <w:rsid w:val="004953E2"/>
    <w:rsid w:val="0049566C"/>
    <w:rsid w:val="00495EEE"/>
    <w:rsid w:val="004969E5"/>
    <w:rsid w:val="004A052D"/>
    <w:rsid w:val="004A07AD"/>
    <w:rsid w:val="004A1302"/>
    <w:rsid w:val="004A5E0B"/>
    <w:rsid w:val="004A5E88"/>
    <w:rsid w:val="004A6E2D"/>
    <w:rsid w:val="004A6FCD"/>
    <w:rsid w:val="004B18AB"/>
    <w:rsid w:val="004B1C4A"/>
    <w:rsid w:val="004B2CC5"/>
    <w:rsid w:val="004B2EE8"/>
    <w:rsid w:val="004B3B78"/>
    <w:rsid w:val="004B6B2F"/>
    <w:rsid w:val="004C2E5C"/>
    <w:rsid w:val="004C2FC5"/>
    <w:rsid w:val="004C3617"/>
    <w:rsid w:val="004C5683"/>
    <w:rsid w:val="004C7B9E"/>
    <w:rsid w:val="004D067D"/>
    <w:rsid w:val="004D0979"/>
    <w:rsid w:val="004D09E8"/>
    <w:rsid w:val="004D0AB1"/>
    <w:rsid w:val="004D1553"/>
    <w:rsid w:val="004D1BF9"/>
    <w:rsid w:val="004D33A3"/>
    <w:rsid w:val="004D3936"/>
    <w:rsid w:val="004D70F3"/>
    <w:rsid w:val="004D7EEB"/>
    <w:rsid w:val="004E0B43"/>
    <w:rsid w:val="004E2872"/>
    <w:rsid w:val="004E6540"/>
    <w:rsid w:val="004E77B0"/>
    <w:rsid w:val="004E7E06"/>
    <w:rsid w:val="004E7E11"/>
    <w:rsid w:val="004F0448"/>
    <w:rsid w:val="004F0B51"/>
    <w:rsid w:val="004F1197"/>
    <w:rsid w:val="004F1CCB"/>
    <w:rsid w:val="004F464A"/>
    <w:rsid w:val="004F6B2A"/>
    <w:rsid w:val="005004E0"/>
    <w:rsid w:val="0050133D"/>
    <w:rsid w:val="00502B69"/>
    <w:rsid w:val="00503497"/>
    <w:rsid w:val="00503681"/>
    <w:rsid w:val="00504FB5"/>
    <w:rsid w:val="0051119F"/>
    <w:rsid w:val="00511554"/>
    <w:rsid w:val="0051252F"/>
    <w:rsid w:val="005126EA"/>
    <w:rsid w:val="005126F8"/>
    <w:rsid w:val="0051416F"/>
    <w:rsid w:val="005149DA"/>
    <w:rsid w:val="005155B2"/>
    <w:rsid w:val="0052327F"/>
    <w:rsid w:val="005234A1"/>
    <w:rsid w:val="005254D6"/>
    <w:rsid w:val="00525AF1"/>
    <w:rsid w:val="00526FEC"/>
    <w:rsid w:val="00527836"/>
    <w:rsid w:val="00527FD5"/>
    <w:rsid w:val="005315D3"/>
    <w:rsid w:val="00531A83"/>
    <w:rsid w:val="00532430"/>
    <w:rsid w:val="00533D4E"/>
    <w:rsid w:val="00533F58"/>
    <w:rsid w:val="0053528A"/>
    <w:rsid w:val="005405B2"/>
    <w:rsid w:val="00542DC6"/>
    <w:rsid w:val="0054401B"/>
    <w:rsid w:val="00544027"/>
    <w:rsid w:val="005452E8"/>
    <w:rsid w:val="00545939"/>
    <w:rsid w:val="00546440"/>
    <w:rsid w:val="00546BE6"/>
    <w:rsid w:val="0054770F"/>
    <w:rsid w:val="0055052F"/>
    <w:rsid w:val="00550682"/>
    <w:rsid w:val="00554FF6"/>
    <w:rsid w:val="005559EC"/>
    <w:rsid w:val="005559F1"/>
    <w:rsid w:val="0055609D"/>
    <w:rsid w:val="00556406"/>
    <w:rsid w:val="0055690A"/>
    <w:rsid w:val="00556AA4"/>
    <w:rsid w:val="00556FD4"/>
    <w:rsid w:val="005609EF"/>
    <w:rsid w:val="00563D34"/>
    <w:rsid w:val="00564448"/>
    <w:rsid w:val="00564E0C"/>
    <w:rsid w:val="00565483"/>
    <w:rsid w:val="00565D52"/>
    <w:rsid w:val="00571A36"/>
    <w:rsid w:val="00571EA3"/>
    <w:rsid w:val="005721C2"/>
    <w:rsid w:val="00573679"/>
    <w:rsid w:val="00573C4C"/>
    <w:rsid w:val="0057583C"/>
    <w:rsid w:val="00575EFA"/>
    <w:rsid w:val="00576372"/>
    <w:rsid w:val="005779A6"/>
    <w:rsid w:val="00577D8D"/>
    <w:rsid w:val="005801A1"/>
    <w:rsid w:val="00581D0F"/>
    <w:rsid w:val="005848AF"/>
    <w:rsid w:val="00585FF5"/>
    <w:rsid w:val="0058643C"/>
    <w:rsid w:val="00586BA2"/>
    <w:rsid w:val="00587CE5"/>
    <w:rsid w:val="00587F1B"/>
    <w:rsid w:val="00590130"/>
    <w:rsid w:val="0059416F"/>
    <w:rsid w:val="00595203"/>
    <w:rsid w:val="00596896"/>
    <w:rsid w:val="00597337"/>
    <w:rsid w:val="00597BE6"/>
    <w:rsid w:val="00597C45"/>
    <w:rsid w:val="005A386B"/>
    <w:rsid w:val="005A3B77"/>
    <w:rsid w:val="005A4A12"/>
    <w:rsid w:val="005A6768"/>
    <w:rsid w:val="005A70B4"/>
    <w:rsid w:val="005B0424"/>
    <w:rsid w:val="005B0D54"/>
    <w:rsid w:val="005B1441"/>
    <w:rsid w:val="005B3E2B"/>
    <w:rsid w:val="005B409D"/>
    <w:rsid w:val="005B5A71"/>
    <w:rsid w:val="005B5DB4"/>
    <w:rsid w:val="005B7663"/>
    <w:rsid w:val="005B7810"/>
    <w:rsid w:val="005B7E44"/>
    <w:rsid w:val="005C08A8"/>
    <w:rsid w:val="005C1EE6"/>
    <w:rsid w:val="005C276E"/>
    <w:rsid w:val="005C3120"/>
    <w:rsid w:val="005C3288"/>
    <w:rsid w:val="005C44E7"/>
    <w:rsid w:val="005C6A79"/>
    <w:rsid w:val="005D15F5"/>
    <w:rsid w:val="005D177D"/>
    <w:rsid w:val="005D2F96"/>
    <w:rsid w:val="005D33A8"/>
    <w:rsid w:val="005D4817"/>
    <w:rsid w:val="005D4E56"/>
    <w:rsid w:val="005D7377"/>
    <w:rsid w:val="005E2B0C"/>
    <w:rsid w:val="005E3CCA"/>
    <w:rsid w:val="005E6636"/>
    <w:rsid w:val="005E7023"/>
    <w:rsid w:val="005E75F3"/>
    <w:rsid w:val="005F3ACA"/>
    <w:rsid w:val="005F3F38"/>
    <w:rsid w:val="005F3FDF"/>
    <w:rsid w:val="005F4DB9"/>
    <w:rsid w:val="005F6097"/>
    <w:rsid w:val="005F6EB3"/>
    <w:rsid w:val="00600CA2"/>
    <w:rsid w:val="00601605"/>
    <w:rsid w:val="0060220B"/>
    <w:rsid w:val="0060414C"/>
    <w:rsid w:val="00605D03"/>
    <w:rsid w:val="0060625E"/>
    <w:rsid w:val="00606383"/>
    <w:rsid w:val="006063E7"/>
    <w:rsid w:val="00606779"/>
    <w:rsid w:val="00607588"/>
    <w:rsid w:val="00610D53"/>
    <w:rsid w:val="00612484"/>
    <w:rsid w:val="006127E2"/>
    <w:rsid w:val="006132D3"/>
    <w:rsid w:val="00615C68"/>
    <w:rsid w:val="006162A4"/>
    <w:rsid w:val="00621742"/>
    <w:rsid w:val="00624FA7"/>
    <w:rsid w:val="006319BD"/>
    <w:rsid w:val="0063244E"/>
    <w:rsid w:val="00632C05"/>
    <w:rsid w:val="006331D0"/>
    <w:rsid w:val="006334AA"/>
    <w:rsid w:val="00633B0C"/>
    <w:rsid w:val="00633EF6"/>
    <w:rsid w:val="00634A09"/>
    <w:rsid w:val="00634B74"/>
    <w:rsid w:val="0064018E"/>
    <w:rsid w:val="00640458"/>
    <w:rsid w:val="00640FE4"/>
    <w:rsid w:val="00642615"/>
    <w:rsid w:val="00643336"/>
    <w:rsid w:val="00644CAC"/>
    <w:rsid w:val="00645597"/>
    <w:rsid w:val="006470E0"/>
    <w:rsid w:val="006521BD"/>
    <w:rsid w:val="0065226F"/>
    <w:rsid w:val="00653659"/>
    <w:rsid w:val="00654BB9"/>
    <w:rsid w:val="00654C8B"/>
    <w:rsid w:val="00656195"/>
    <w:rsid w:val="00660B8E"/>
    <w:rsid w:val="006644DD"/>
    <w:rsid w:val="00670899"/>
    <w:rsid w:val="00672E1F"/>
    <w:rsid w:val="00673070"/>
    <w:rsid w:val="00677297"/>
    <w:rsid w:val="00677C3D"/>
    <w:rsid w:val="00677D0D"/>
    <w:rsid w:val="006804FD"/>
    <w:rsid w:val="006804FE"/>
    <w:rsid w:val="006813B9"/>
    <w:rsid w:val="0068532A"/>
    <w:rsid w:val="00686381"/>
    <w:rsid w:val="00694656"/>
    <w:rsid w:val="00694901"/>
    <w:rsid w:val="00696EE5"/>
    <w:rsid w:val="00697709"/>
    <w:rsid w:val="006A0F8E"/>
    <w:rsid w:val="006A2A2C"/>
    <w:rsid w:val="006A379E"/>
    <w:rsid w:val="006A38AF"/>
    <w:rsid w:val="006A4F0D"/>
    <w:rsid w:val="006A5135"/>
    <w:rsid w:val="006A5D83"/>
    <w:rsid w:val="006A60FB"/>
    <w:rsid w:val="006A6122"/>
    <w:rsid w:val="006A61B6"/>
    <w:rsid w:val="006A7BDC"/>
    <w:rsid w:val="006B11CA"/>
    <w:rsid w:val="006B2524"/>
    <w:rsid w:val="006B43C8"/>
    <w:rsid w:val="006B58AB"/>
    <w:rsid w:val="006B6F93"/>
    <w:rsid w:val="006B6FDA"/>
    <w:rsid w:val="006B7FE8"/>
    <w:rsid w:val="006C16DD"/>
    <w:rsid w:val="006C288C"/>
    <w:rsid w:val="006C3641"/>
    <w:rsid w:val="006C4BC9"/>
    <w:rsid w:val="006C4F3A"/>
    <w:rsid w:val="006C52E3"/>
    <w:rsid w:val="006C6635"/>
    <w:rsid w:val="006C6C06"/>
    <w:rsid w:val="006C6C1C"/>
    <w:rsid w:val="006D1881"/>
    <w:rsid w:val="006D23F6"/>
    <w:rsid w:val="006D3BCC"/>
    <w:rsid w:val="006D5316"/>
    <w:rsid w:val="006E02A9"/>
    <w:rsid w:val="006E0596"/>
    <w:rsid w:val="006E1185"/>
    <w:rsid w:val="006E30C5"/>
    <w:rsid w:val="006E47EF"/>
    <w:rsid w:val="006E5EF0"/>
    <w:rsid w:val="006E72F4"/>
    <w:rsid w:val="006F4427"/>
    <w:rsid w:val="006F4567"/>
    <w:rsid w:val="006F45DA"/>
    <w:rsid w:val="006F48E4"/>
    <w:rsid w:val="006F4916"/>
    <w:rsid w:val="006F60B2"/>
    <w:rsid w:val="006F6E8C"/>
    <w:rsid w:val="006F7301"/>
    <w:rsid w:val="007014C8"/>
    <w:rsid w:val="00702054"/>
    <w:rsid w:val="0070471D"/>
    <w:rsid w:val="00706907"/>
    <w:rsid w:val="007075C8"/>
    <w:rsid w:val="007114A4"/>
    <w:rsid w:val="0071189B"/>
    <w:rsid w:val="00711A2D"/>
    <w:rsid w:val="00712044"/>
    <w:rsid w:val="007142CF"/>
    <w:rsid w:val="00715552"/>
    <w:rsid w:val="00715995"/>
    <w:rsid w:val="00717C57"/>
    <w:rsid w:val="00720E64"/>
    <w:rsid w:val="00723B7F"/>
    <w:rsid w:val="00724074"/>
    <w:rsid w:val="00724BCA"/>
    <w:rsid w:val="00725260"/>
    <w:rsid w:val="00725C48"/>
    <w:rsid w:val="00726368"/>
    <w:rsid w:val="00730FDC"/>
    <w:rsid w:val="0073390E"/>
    <w:rsid w:val="00734147"/>
    <w:rsid w:val="007342B1"/>
    <w:rsid w:val="007358CD"/>
    <w:rsid w:val="00741119"/>
    <w:rsid w:val="00741204"/>
    <w:rsid w:val="00742B5B"/>
    <w:rsid w:val="00743803"/>
    <w:rsid w:val="0074465B"/>
    <w:rsid w:val="007449BA"/>
    <w:rsid w:val="0074504A"/>
    <w:rsid w:val="0074519E"/>
    <w:rsid w:val="00746482"/>
    <w:rsid w:val="00746F24"/>
    <w:rsid w:val="00747700"/>
    <w:rsid w:val="00747883"/>
    <w:rsid w:val="00750074"/>
    <w:rsid w:val="00751638"/>
    <w:rsid w:val="00753B0A"/>
    <w:rsid w:val="00761110"/>
    <w:rsid w:val="007666CA"/>
    <w:rsid w:val="00767185"/>
    <w:rsid w:val="007671B7"/>
    <w:rsid w:val="00771247"/>
    <w:rsid w:val="0077304C"/>
    <w:rsid w:val="0077380B"/>
    <w:rsid w:val="0077596A"/>
    <w:rsid w:val="00776E44"/>
    <w:rsid w:val="0077788A"/>
    <w:rsid w:val="0078034D"/>
    <w:rsid w:val="00781785"/>
    <w:rsid w:val="00781BC6"/>
    <w:rsid w:val="007820FB"/>
    <w:rsid w:val="00783239"/>
    <w:rsid w:val="0078431D"/>
    <w:rsid w:val="007856AC"/>
    <w:rsid w:val="0078600E"/>
    <w:rsid w:val="007864CE"/>
    <w:rsid w:val="007872A7"/>
    <w:rsid w:val="0078781B"/>
    <w:rsid w:val="0079333B"/>
    <w:rsid w:val="00793663"/>
    <w:rsid w:val="007951A9"/>
    <w:rsid w:val="007A37F0"/>
    <w:rsid w:val="007A492C"/>
    <w:rsid w:val="007A5AAE"/>
    <w:rsid w:val="007A642B"/>
    <w:rsid w:val="007A6432"/>
    <w:rsid w:val="007A799E"/>
    <w:rsid w:val="007B2525"/>
    <w:rsid w:val="007B2A52"/>
    <w:rsid w:val="007B2B91"/>
    <w:rsid w:val="007B380C"/>
    <w:rsid w:val="007B47B5"/>
    <w:rsid w:val="007B5335"/>
    <w:rsid w:val="007B56AF"/>
    <w:rsid w:val="007B6B60"/>
    <w:rsid w:val="007B766A"/>
    <w:rsid w:val="007C2589"/>
    <w:rsid w:val="007C29A7"/>
    <w:rsid w:val="007C3878"/>
    <w:rsid w:val="007C5822"/>
    <w:rsid w:val="007C5F65"/>
    <w:rsid w:val="007C6DEE"/>
    <w:rsid w:val="007D0356"/>
    <w:rsid w:val="007D2F79"/>
    <w:rsid w:val="007D3343"/>
    <w:rsid w:val="007D399B"/>
    <w:rsid w:val="007D3A63"/>
    <w:rsid w:val="007D3B44"/>
    <w:rsid w:val="007D5405"/>
    <w:rsid w:val="007D5F71"/>
    <w:rsid w:val="007D62A9"/>
    <w:rsid w:val="007E03CF"/>
    <w:rsid w:val="007E5542"/>
    <w:rsid w:val="007E56C0"/>
    <w:rsid w:val="007E57AC"/>
    <w:rsid w:val="007E74DD"/>
    <w:rsid w:val="007E7CDB"/>
    <w:rsid w:val="007F014F"/>
    <w:rsid w:val="007F0396"/>
    <w:rsid w:val="007F0530"/>
    <w:rsid w:val="007F21A7"/>
    <w:rsid w:val="007F2CA8"/>
    <w:rsid w:val="007F482D"/>
    <w:rsid w:val="007F5F8F"/>
    <w:rsid w:val="00800925"/>
    <w:rsid w:val="00800DCA"/>
    <w:rsid w:val="00801925"/>
    <w:rsid w:val="00801CAF"/>
    <w:rsid w:val="0080310D"/>
    <w:rsid w:val="008031C9"/>
    <w:rsid w:val="00803434"/>
    <w:rsid w:val="0080366D"/>
    <w:rsid w:val="00805FA5"/>
    <w:rsid w:val="008060A1"/>
    <w:rsid w:val="00806D28"/>
    <w:rsid w:val="00807866"/>
    <w:rsid w:val="0081600A"/>
    <w:rsid w:val="008162DE"/>
    <w:rsid w:val="00816CC8"/>
    <w:rsid w:val="00817023"/>
    <w:rsid w:val="008172D5"/>
    <w:rsid w:val="008201EC"/>
    <w:rsid w:val="00820E91"/>
    <w:rsid w:val="00821982"/>
    <w:rsid w:val="00823E70"/>
    <w:rsid w:val="00824D57"/>
    <w:rsid w:val="008263B9"/>
    <w:rsid w:val="00827356"/>
    <w:rsid w:val="00831B99"/>
    <w:rsid w:val="00832494"/>
    <w:rsid w:val="00832BDA"/>
    <w:rsid w:val="00833BE7"/>
    <w:rsid w:val="008349FF"/>
    <w:rsid w:val="00836287"/>
    <w:rsid w:val="00836B22"/>
    <w:rsid w:val="00837A95"/>
    <w:rsid w:val="0084236D"/>
    <w:rsid w:val="00845574"/>
    <w:rsid w:val="008463F7"/>
    <w:rsid w:val="00847D88"/>
    <w:rsid w:val="00850E70"/>
    <w:rsid w:val="00851ABC"/>
    <w:rsid w:val="008549B2"/>
    <w:rsid w:val="00856230"/>
    <w:rsid w:val="008566EC"/>
    <w:rsid w:val="00857EF3"/>
    <w:rsid w:val="00857FCA"/>
    <w:rsid w:val="00861534"/>
    <w:rsid w:val="00861814"/>
    <w:rsid w:val="00861FA3"/>
    <w:rsid w:val="008623AC"/>
    <w:rsid w:val="00862A30"/>
    <w:rsid w:val="00863E01"/>
    <w:rsid w:val="0086411B"/>
    <w:rsid w:val="00864E41"/>
    <w:rsid w:val="00865578"/>
    <w:rsid w:val="008659BB"/>
    <w:rsid w:val="00867CE5"/>
    <w:rsid w:val="00870340"/>
    <w:rsid w:val="00871B5E"/>
    <w:rsid w:val="00873248"/>
    <w:rsid w:val="00874F7F"/>
    <w:rsid w:val="0087658A"/>
    <w:rsid w:val="008801C4"/>
    <w:rsid w:val="0088252C"/>
    <w:rsid w:val="00883A01"/>
    <w:rsid w:val="00883B7F"/>
    <w:rsid w:val="008849F4"/>
    <w:rsid w:val="00885784"/>
    <w:rsid w:val="00885C39"/>
    <w:rsid w:val="00885CE3"/>
    <w:rsid w:val="00885DF0"/>
    <w:rsid w:val="00886655"/>
    <w:rsid w:val="00887836"/>
    <w:rsid w:val="0089073C"/>
    <w:rsid w:val="00890FAD"/>
    <w:rsid w:val="00891705"/>
    <w:rsid w:val="00891A68"/>
    <w:rsid w:val="00891F36"/>
    <w:rsid w:val="008925CA"/>
    <w:rsid w:val="008930B7"/>
    <w:rsid w:val="00893271"/>
    <w:rsid w:val="00893914"/>
    <w:rsid w:val="00893D6F"/>
    <w:rsid w:val="008943B7"/>
    <w:rsid w:val="00894444"/>
    <w:rsid w:val="00897EB4"/>
    <w:rsid w:val="008A15CA"/>
    <w:rsid w:val="008A25B9"/>
    <w:rsid w:val="008A3686"/>
    <w:rsid w:val="008A4500"/>
    <w:rsid w:val="008A4EB2"/>
    <w:rsid w:val="008A5317"/>
    <w:rsid w:val="008A5639"/>
    <w:rsid w:val="008A68C3"/>
    <w:rsid w:val="008A7211"/>
    <w:rsid w:val="008A7447"/>
    <w:rsid w:val="008A75F9"/>
    <w:rsid w:val="008A78C4"/>
    <w:rsid w:val="008B09B5"/>
    <w:rsid w:val="008B0AD6"/>
    <w:rsid w:val="008B10F1"/>
    <w:rsid w:val="008B1452"/>
    <w:rsid w:val="008B19E7"/>
    <w:rsid w:val="008B25A7"/>
    <w:rsid w:val="008B26EB"/>
    <w:rsid w:val="008B362F"/>
    <w:rsid w:val="008B5C6A"/>
    <w:rsid w:val="008B5F7A"/>
    <w:rsid w:val="008B6097"/>
    <w:rsid w:val="008C0019"/>
    <w:rsid w:val="008C021C"/>
    <w:rsid w:val="008C0C67"/>
    <w:rsid w:val="008C40FF"/>
    <w:rsid w:val="008C4CA0"/>
    <w:rsid w:val="008C4DD1"/>
    <w:rsid w:val="008C7C91"/>
    <w:rsid w:val="008C7D37"/>
    <w:rsid w:val="008D05EB"/>
    <w:rsid w:val="008D178C"/>
    <w:rsid w:val="008D1ED2"/>
    <w:rsid w:val="008D4026"/>
    <w:rsid w:val="008D5405"/>
    <w:rsid w:val="008D6666"/>
    <w:rsid w:val="008D7E71"/>
    <w:rsid w:val="008E03B9"/>
    <w:rsid w:val="008E0667"/>
    <w:rsid w:val="008E082C"/>
    <w:rsid w:val="008E27AF"/>
    <w:rsid w:val="008E47A2"/>
    <w:rsid w:val="008E4A90"/>
    <w:rsid w:val="008E52E8"/>
    <w:rsid w:val="008E5874"/>
    <w:rsid w:val="008E5AD6"/>
    <w:rsid w:val="008E6C67"/>
    <w:rsid w:val="008E731F"/>
    <w:rsid w:val="008F2985"/>
    <w:rsid w:val="008F3803"/>
    <w:rsid w:val="008F4093"/>
    <w:rsid w:val="008F481A"/>
    <w:rsid w:val="008F4EC8"/>
    <w:rsid w:val="008F6D1A"/>
    <w:rsid w:val="008F7598"/>
    <w:rsid w:val="00900D18"/>
    <w:rsid w:val="00902A79"/>
    <w:rsid w:val="00903A9D"/>
    <w:rsid w:val="009047B3"/>
    <w:rsid w:val="00906CAE"/>
    <w:rsid w:val="009072D2"/>
    <w:rsid w:val="009112E4"/>
    <w:rsid w:val="009118DA"/>
    <w:rsid w:val="00913011"/>
    <w:rsid w:val="00913C5A"/>
    <w:rsid w:val="00913C7D"/>
    <w:rsid w:val="00917768"/>
    <w:rsid w:val="009211AE"/>
    <w:rsid w:val="00922422"/>
    <w:rsid w:val="00923EE4"/>
    <w:rsid w:val="0092537B"/>
    <w:rsid w:val="00925F45"/>
    <w:rsid w:val="00926CD7"/>
    <w:rsid w:val="0092747F"/>
    <w:rsid w:val="00931406"/>
    <w:rsid w:val="009339A1"/>
    <w:rsid w:val="00933B96"/>
    <w:rsid w:val="0093479B"/>
    <w:rsid w:val="00934A96"/>
    <w:rsid w:val="009359F9"/>
    <w:rsid w:val="009366B2"/>
    <w:rsid w:val="009407FC"/>
    <w:rsid w:val="00942538"/>
    <w:rsid w:val="00942665"/>
    <w:rsid w:val="009471E5"/>
    <w:rsid w:val="00947425"/>
    <w:rsid w:val="00947884"/>
    <w:rsid w:val="00950024"/>
    <w:rsid w:val="0095193C"/>
    <w:rsid w:val="009540E4"/>
    <w:rsid w:val="009546B3"/>
    <w:rsid w:val="00957360"/>
    <w:rsid w:val="00961E96"/>
    <w:rsid w:val="009629FE"/>
    <w:rsid w:val="00963CD6"/>
    <w:rsid w:val="009646E0"/>
    <w:rsid w:val="00965C30"/>
    <w:rsid w:val="00965C38"/>
    <w:rsid w:val="0096640C"/>
    <w:rsid w:val="00971AC2"/>
    <w:rsid w:val="00972343"/>
    <w:rsid w:val="00973E85"/>
    <w:rsid w:val="00974D80"/>
    <w:rsid w:val="00974E3D"/>
    <w:rsid w:val="00976CC6"/>
    <w:rsid w:val="00981796"/>
    <w:rsid w:val="0098362B"/>
    <w:rsid w:val="00985084"/>
    <w:rsid w:val="0098511F"/>
    <w:rsid w:val="009869C3"/>
    <w:rsid w:val="00986E4F"/>
    <w:rsid w:val="00986FA1"/>
    <w:rsid w:val="00987FEE"/>
    <w:rsid w:val="0099016E"/>
    <w:rsid w:val="00990746"/>
    <w:rsid w:val="0099101D"/>
    <w:rsid w:val="0099391E"/>
    <w:rsid w:val="009939B3"/>
    <w:rsid w:val="009947EB"/>
    <w:rsid w:val="009948CD"/>
    <w:rsid w:val="00994E9F"/>
    <w:rsid w:val="00994F4E"/>
    <w:rsid w:val="0099516F"/>
    <w:rsid w:val="0099609F"/>
    <w:rsid w:val="00996D62"/>
    <w:rsid w:val="009975A1"/>
    <w:rsid w:val="00997DFE"/>
    <w:rsid w:val="009A1D3F"/>
    <w:rsid w:val="009A6E98"/>
    <w:rsid w:val="009A6F08"/>
    <w:rsid w:val="009B065B"/>
    <w:rsid w:val="009B0EB7"/>
    <w:rsid w:val="009B22A6"/>
    <w:rsid w:val="009B6AB8"/>
    <w:rsid w:val="009C055F"/>
    <w:rsid w:val="009C0996"/>
    <w:rsid w:val="009C2290"/>
    <w:rsid w:val="009C2551"/>
    <w:rsid w:val="009C364F"/>
    <w:rsid w:val="009C4B62"/>
    <w:rsid w:val="009C4DCA"/>
    <w:rsid w:val="009C5A61"/>
    <w:rsid w:val="009D03AE"/>
    <w:rsid w:val="009D18FC"/>
    <w:rsid w:val="009E1D86"/>
    <w:rsid w:val="009E5ACB"/>
    <w:rsid w:val="009E7793"/>
    <w:rsid w:val="009E7C85"/>
    <w:rsid w:val="009F004C"/>
    <w:rsid w:val="009F0637"/>
    <w:rsid w:val="009F3F50"/>
    <w:rsid w:val="009F52D2"/>
    <w:rsid w:val="009F57CF"/>
    <w:rsid w:val="009F5C7F"/>
    <w:rsid w:val="009F791C"/>
    <w:rsid w:val="00A03003"/>
    <w:rsid w:val="00A03E0F"/>
    <w:rsid w:val="00A03E48"/>
    <w:rsid w:val="00A0593F"/>
    <w:rsid w:val="00A05D84"/>
    <w:rsid w:val="00A06B9D"/>
    <w:rsid w:val="00A0702A"/>
    <w:rsid w:val="00A075D6"/>
    <w:rsid w:val="00A07D08"/>
    <w:rsid w:val="00A1099E"/>
    <w:rsid w:val="00A11BD5"/>
    <w:rsid w:val="00A126F6"/>
    <w:rsid w:val="00A145D7"/>
    <w:rsid w:val="00A1509F"/>
    <w:rsid w:val="00A1548D"/>
    <w:rsid w:val="00A15D69"/>
    <w:rsid w:val="00A20E01"/>
    <w:rsid w:val="00A212EA"/>
    <w:rsid w:val="00A22484"/>
    <w:rsid w:val="00A241E1"/>
    <w:rsid w:val="00A24E47"/>
    <w:rsid w:val="00A25913"/>
    <w:rsid w:val="00A25E0C"/>
    <w:rsid w:val="00A25F96"/>
    <w:rsid w:val="00A30F48"/>
    <w:rsid w:val="00A3256E"/>
    <w:rsid w:val="00A365CA"/>
    <w:rsid w:val="00A40ACB"/>
    <w:rsid w:val="00A41BCB"/>
    <w:rsid w:val="00A425E5"/>
    <w:rsid w:val="00A42B22"/>
    <w:rsid w:val="00A4441E"/>
    <w:rsid w:val="00A4542F"/>
    <w:rsid w:val="00A4678C"/>
    <w:rsid w:val="00A47AA9"/>
    <w:rsid w:val="00A51E95"/>
    <w:rsid w:val="00A520F1"/>
    <w:rsid w:val="00A52E27"/>
    <w:rsid w:val="00A53F7C"/>
    <w:rsid w:val="00A54735"/>
    <w:rsid w:val="00A56C01"/>
    <w:rsid w:val="00A57313"/>
    <w:rsid w:val="00A6082B"/>
    <w:rsid w:val="00A60BAC"/>
    <w:rsid w:val="00A61EA3"/>
    <w:rsid w:val="00A61EED"/>
    <w:rsid w:val="00A62461"/>
    <w:rsid w:val="00A633F7"/>
    <w:rsid w:val="00A63821"/>
    <w:rsid w:val="00A6674F"/>
    <w:rsid w:val="00A71719"/>
    <w:rsid w:val="00A72C08"/>
    <w:rsid w:val="00A72D06"/>
    <w:rsid w:val="00A73FF0"/>
    <w:rsid w:val="00A745AA"/>
    <w:rsid w:val="00A749BD"/>
    <w:rsid w:val="00A7598B"/>
    <w:rsid w:val="00A81486"/>
    <w:rsid w:val="00A82F7F"/>
    <w:rsid w:val="00A83D86"/>
    <w:rsid w:val="00A86139"/>
    <w:rsid w:val="00A86951"/>
    <w:rsid w:val="00A87439"/>
    <w:rsid w:val="00A90067"/>
    <w:rsid w:val="00A90B31"/>
    <w:rsid w:val="00A94E22"/>
    <w:rsid w:val="00A94F14"/>
    <w:rsid w:val="00A954BD"/>
    <w:rsid w:val="00A95885"/>
    <w:rsid w:val="00A95FA4"/>
    <w:rsid w:val="00A9682A"/>
    <w:rsid w:val="00A97600"/>
    <w:rsid w:val="00A979EF"/>
    <w:rsid w:val="00AA0AF2"/>
    <w:rsid w:val="00AA1A03"/>
    <w:rsid w:val="00AA1A27"/>
    <w:rsid w:val="00AA1A48"/>
    <w:rsid w:val="00AA3550"/>
    <w:rsid w:val="00AA5213"/>
    <w:rsid w:val="00AA56F4"/>
    <w:rsid w:val="00AA5FE5"/>
    <w:rsid w:val="00AA6860"/>
    <w:rsid w:val="00AA73AB"/>
    <w:rsid w:val="00AA74C5"/>
    <w:rsid w:val="00AB0E9F"/>
    <w:rsid w:val="00AB0F03"/>
    <w:rsid w:val="00AB1556"/>
    <w:rsid w:val="00AB1BFF"/>
    <w:rsid w:val="00AB26CE"/>
    <w:rsid w:val="00AB2873"/>
    <w:rsid w:val="00AB2CA7"/>
    <w:rsid w:val="00AB3AC2"/>
    <w:rsid w:val="00AB3B6D"/>
    <w:rsid w:val="00AB3BA6"/>
    <w:rsid w:val="00AB41E2"/>
    <w:rsid w:val="00AB4C11"/>
    <w:rsid w:val="00AB5A79"/>
    <w:rsid w:val="00AB7E12"/>
    <w:rsid w:val="00AC07AE"/>
    <w:rsid w:val="00AC4750"/>
    <w:rsid w:val="00AC5424"/>
    <w:rsid w:val="00AC5CCD"/>
    <w:rsid w:val="00AD09CA"/>
    <w:rsid w:val="00AD1E1F"/>
    <w:rsid w:val="00AD4139"/>
    <w:rsid w:val="00AD48EB"/>
    <w:rsid w:val="00AD4CE0"/>
    <w:rsid w:val="00AD51F0"/>
    <w:rsid w:val="00AD57F1"/>
    <w:rsid w:val="00AD7173"/>
    <w:rsid w:val="00AD7545"/>
    <w:rsid w:val="00AD761E"/>
    <w:rsid w:val="00AE1A1F"/>
    <w:rsid w:val="00AE1DC8"/>
    <w:rsid w:val="00AE36DF"/>
    <w:rsid w:val="00AE3C9C"/>
    <w:rsid w:val="00AE5347"/>
    <w:rsid w:val="00AE6999"/>
    <w:rsid w:val="00AE7C4C"/>
    <w:rsid w:val="00AF1025"/>
    <w:rsid w:val="00AF1117"/>
    <w:rsid w:val="00AF14C1"/>
    <w:rsid w:val="00AF2B68"/>
    <w:rsid w:val="00AF427A"/>
    <w:rsid w:val="00AF6E74"/>
    <w:rsid w:val="00B00FF4"/>
    <w:rsid w:val="00B05A81"/>
    <w:rsid w:val="00B06CC7"/>
    <w:rsid w:val="00B07685"/>
    <w:rsid w:val="00B1024D"/>
    <w:rsid w:val="00B10F24"/>
    <w:rsid w:val="00B135E4"/>
    <w:rsid w:val="00B14F8F"/>
    <w:rsid w:val="00B1612F"/>
    <w:rsid w:val="00B16D23"/>
    <w:rsid w:val="00B16E69"/>
    <w:rsid w:val="00B2354D"/>
    <w:rsid w:val="00B236BF"/>
    <w:rsid w:val="00B24630"/>
    <w:rsid w:val="00B25D1E"/>
    <w:rsid w:val="00B268DE"/>
    <w:rsid w:val="00B26FAA"/>
    <w:rsid w:val="00B34E89"/>
    <w:rsid w:val="00B35036"/>
    <w:rsid w:val="00B36CCD"/>
    <w:rsid w:val="00B36F32"/>
    <w:rsid w:val="00B37604"/>
    <w:rsid w:val="00B37E89"/>
    <w:rsid w:val="00B43F11"/>
    <w:rsid w:val="00B442DB"/>
    <w:rsid w:val="00B45043"/>
    <w:rsid w:val="00B463DB"/>
    <w:rsid w:val="00B469A9"/>
    <w:rsid w:val="00B47815"/>
    <w:rsid w:val="00B50D60"/>
    <w:rsid w:val="00B51612"/>
    <w:rsid w:val="00B521B5"/>
    <w:rsid w:val="00B523B6"/>
    <w:rsid w:val="00B52E66"/>
    <w:rsid w:val="00B548DE"/>
    <w:rsid w:val="00B5606D"/>
    <w:rsid w:val="00B57308"/>
    <w:rsid w:val="00B5774B"/>
    <w:rsid w:val="00B604B9"/>
    <w:rsid w:val="00B62AB1"/>
    <w:rsid w:val="00B63D92"/>
    <w:rsid w:val="00B648A1"/>
    <w:rsid w:val="00B66330"/>
    <w:rsid w:val="00B66D0E"/>
    <w:rsid w:val="00B7194C"/>
    <w:rsid w:val="00B719EB"/>
    <w:rsid w:val="00B72B35"/>
    <w:rsid w:val="00B72DAA"/>
    <w:rsid w:val="00B73C9D"/>
    <w:rsid w:val="00B74BCB"/>
    <w:rsid w:val="00B75C8F"/>
    <w:rsid w:val="00B76F38"/>
    <w:rsid w:val="00B81678"/>
    <w:rsid w:val="00B82334"/>
    <w:rsid w:val="00B826FC"/>
    <w:rsid w:val="00B828AC"/>
    <w:rsid w:val="00B83996"/>
    <w:rsid w:val="00B83F27"/>
    <w:rsid w:val="00B8523E"/>
    <w:rsid w:val="00B86197"/>
    <w:rsid w:val="00B86618"/>
    <w:rsid w:val="00B9052C"/>
    <w:rsid w:val="00B90E83"/>
    <w:rsid w:val="00B927EC"/>
    <w:rsid w:val="00B965A3"/>
    <w:rsid w:val="00BA164B"/>
    <w:rsid w:val="00BA1846"/>
    <w:rsid w:val="00BA474C"/>
    <w:rsid w:val="00BA4ADB"/>
    <w:rsid w:val="00BA5329"/>
    <w:rsid w:val="00BA5767"/>
    <w:rsid w:val="00BA5D5D"/>
    <w:rsid w:val="00BB0E77"/>
    <w:rsid w:val="00BB2026"/>
    <w:rsid w:val="00BB2861"/>
    <w:rsid w:val="00BB3FF3"/>
    <w:rsid w:val="00BB57B9"/>
    <w:rsid w:val="00BB6CF0"/>
    <w:rsid w:val="00BC2CF5"/>
    <w:rsid w:val="00BC4B25"/>
    <w:rsid w:val="00BC4EA1"/>
    <w:rsid w:val="00BC7368"/>
    <w:rsid w:val="00BD0449"/>
    <w:rsid w:val="00BD0539"/>
    <w:rsid w:val="00BD08BA"/>
    <w:rsid w:val="00BD2A42"/>
    <w:rsid w:val="00BD4501"/>
    <w:rsid w:val="00BD5109"/>
    <w:rsid w:val="00BD5C1C"/>
    <w:rsid w:val="00BD68E1"/>
    <w:rsid w:val="00BD6D03"/>
    <w:rsid w:val="00BD6EBC"/>
    <w:rsid w:val="00BD70DF"/>
    <w:rsid w:val="00BD7E1E"/>
    <w:rsid w:val="00BE01DE"/>
    <w:rsid w:val="00BE0D87"/>
    <w:rsid w:val="00BE1681"/>
    <w:rsid w:val="00BE16D1"/>
    <w:rsid w:val="00BE3DF8"/>
    <w:rsid w:val="00BE708F"/>
    <w:rsid w:val="00BE70EF"/>
    <w:rsid w:val="00BF0817"/>
    <w:rsid w:val="00BF361E"/>
    <w:rsid w:val="00BF43E5"/>
    <w:rsid w:val="00BF56EE"/>
    <w:rsid w:val="00BF6029"/>
    <w:rsid w:val="00BF6F90"/>
    <w:rsid w:val="00BF7BD5"/>
    <w:rsid w:val="00C00BC1"/>
    <w:rsid w:val="00C0184F"/>
    <w:rsid w:val="00C01854"/>
    <w:rsid w:val="00C0234A"/>
    <w:rsid w:val="00C033DB"/>
    <w:rsid w:val="00C043B7"/>
    <w:rsid w:val="00C05A0F"/>
    <w:rsid w:val="00C05F22"/>
    <w:rsid w:val="00C06C52"/>
    <w:rsid w:val="00C06F19"/>
    <w:rsid w:val="00C0764E"/>
    <w:rsid w:val="00C10B88"/>
    <w:rsid w:val="00C113BB"/>
    <w:rsid w:val="00C11B6C"/>
    <w:rsid w:val="00C128B3"/>
    <w:rsid w:val="00C1294F"/>
    <w:rsid w:val="00C160DE"/>
    <w:rsid w:val="00C1783E"/>
    <w:rsid w:val="00C206A5"/>
    <w:rsid w:val="00C20BF2"/>
    <w:rsid w:val="00C20FB5"/>
    <w:rsid w:val="00C21D5D"/>
    <w:rsid w:val="00C2252A"/>
    <w:rsid w:val="00C23259"/>
    <w:rsid w:val="00C26991"/>
    <w:rsid w:val="00C2797B"/>
    <w:rsid w:val="00C27A2D"/>
    <w:rsid w:val="00C32F9C"/>
    <w:rsid w:val="00C33E68"/>
    <w:rsid w:val="00C33EF2"/>
    <w:rsid w:val="00C34157"/>
    <w:rsid w:val="00C3667A"/>
    <w:rsid w:val="00C36ADF"/>
    <w:rsid w:val="00C36C05"/>
    <w:rsid w:val="00C41AD2"/>
    <w:rsid w:val="00C42154"/>
    <w:rsid w:val="00C42D76"/>
    <w:rsid w:val="00C43F38"/>
    <w:rsid w:val="00C46101"/>
    <w:rsid w:val="00C47F8D"/>
    <w:rsid w:val="00C50A22"/>
    <w:rsid w:val="00C50AC4"/>
    <w:rsid w:val="00C52519"/>
    <w:rsid w:val="00C56F0A"/>
    <w:rsid w:val="00C60764"/>
    <w:rsid w:val="00C632DC"/>
    <w:rsid w:val="00C649E6"/>
    <w:rsid w:val="00C64B1F"/>
    <w:rsid w:val="00C65197"/>
    <w:rsid w:val="00C65D0F"/>
    <w:rsid w:val="00C66F84"/>
    <w:rsid w:val="00C67679"/>
    <w:rsid w:val="00C67B4B"/>
    <w:rsid w:val="00C67BD3"/>
    <w:rsid w:val="00C70E56"/>
    <w:rsid w:val="00C73BBC"/>
    <w:rsid w:val="00C74DF9"/>
    <w:rsid w:val="00C75DC9"/>
    <w:rsid w:val="00C76239"/>
    <w:rsid w:val="00C77972"/>
    <w:rsid w:val="00C7798D"/>
    <w:rsid w:val="00C81B8D"/>
    <w:rsid w:val="00C8365A"/>
    <w:rsid w:val="00C83CEA"/>
    <w:rsid w:val="00C90E29"/>
    <w:rsid w:val="00C90FA7"/>
    <w:rsid w:val="00C94889"/>
    <w:rsid w:val="00C951DF"/>
    <w:rsid w:val="00C955D3"/>
    <w:rsid w:val="00C970B5"/>
    <w:rsid w:val="00CA7057"/>
    <w:rsid w:val="00CB013F"/>
    <w:rsid w:val="00CB1704"/>
    <w:rsid w:val="00CB24B4"/>
    <w:rsid w:val="00CB30E1"/>
    <w:rsid w:val="00CB3125"/>
    <w:rsid w:val="00CB3CCA"/>
    <w:rsid w:val="00CB470E"/>
    <w:rsid w:val="00CB53F9"/>
    <w:rsid w:val="00CB71F9"/>
    <w:rsid w:val="00CC1414"/>
    <w:rsid w:val="00CC1CDA"/>
    <w:rsid w:val="00CC2FEA"/>
    <w:rsid w:val="00CC3C32"/>
    <w:rsid w:val="00CC47C2"/>
    <w:rsid w:val="00CC54AD"/>
    <w:rsid w:val="00CC6C11"/>
    <w:rsid w:val="00CD091F"/>
    <w:rsid w:val="00CD1B2F"/>
    <w:rsid w:val="00CD35A8"/>
    <w:rsid w:val="00CD35DA"/>
    <w:rsid w:val="00CD3747"/>
    <w:rsid w:val="00CD4B57"/>
    <w:rsid w:val="00CD4D2F"/>
    <w:rsid w:val="00CD512C"/>
    <w:rsid w:val="00CD5184"/>
    <w:rsid w:val="00CD67B4"/>
    <w:rsid w:val="00CD6A0F"/>
    <w:rsid w:val="00CD6AB0"/>
    <w:rsid w:val="00CD76DD"/>
    <w:rsid w:val="00CE1AB9"/>
    <w:rsid w:val="00CE2B52"/>
    <w:rsid w:val="00CE5A31"/>
    <w:rsid w:val="00CE7E4B"/>
    <w:rsid w:val="00CF05EB"/>
    <w:rsid w:val="00CF1FE3"/>
    <w:rsid w:val="00CF20EE"/>
    <w:rsid w:val="00CF46D6"/>
    <w:rsid w:val="00CF6106"/>
    <w:rsid w:val="00CF7514"/>
    <w:rsid w:val="00D03204"/>
    <w:rsid w:val="00D05303"/>
    <w:rsid w:val="00D05830"/>
    <w:rsid w:val="00D07461"/>
    <w:rsid w:val="00D07962"/>
    <w:rsid w:val="00D0798A"/>
    <w:rsid w:val="00D11070"/>
    <w:rsid w:val="00D11BB9"/>
    <w:rsid w:val="00D11F66"/>
    <w:rsid w:val="00D13CB3"/>
    <w:rsid w:val="00D147EB"/>
    <w:rsid w:val="00D150C8"/>
    <w:rsid w:val="00D15342"/>
    <w:rsid w:val="00D15502"/>
    <w:rsid w:val="00D2081F"/>
    <w:rsid w:val="00D221ED"/>
    <w:rsid w:val="00D23DEB"/>
    <w:rsid w:val="00D260F4"/>
    <w:rsid w:val="00D26AC6"/>
    <w:rsid w:val="00D26FBB"/>
    <w:rsid w:val="00D31653"/>
    <w:rsid w:val="00D321B8"/>
    <w:rsid w:val="00D330B1"/>
    <w:rsid w:val="00D33410"/>
    <w:rsid w:val="00D3352C"/>
    <w:rsid w:val="00D34552"/>
    <w:rsid w:val="00D36B77"/>
    <w:rsid w:val="00D37418"/>
    <w:rsid w:val="00D424C4"/>
    <w:rsid w:val="00D43A9B"/>
    <w:rsid w:val="00D43D8F"/>
    <w:rsid w:val="00D461B5"/>
    <w:rsid w:val="00D46479"/>
    <w:rsid w:val="00D4688B"/>
    <w:rsid w:val="00D46F61"/>
    <w:rsid w:val="00D508D4"/>
    <w:rsid w:val="00D516AD"/>
    <w:rsid w:val="00D51B0D"/>
    <w:rsid w:val="00D51CEB"/>
    <w:rsid w:val="00D51E68"/>
    <w:rsid w:val="00D55678"/>
    <w:rsid w:val="00D560A5"/>
    <w:rsid w:val="00D572B4"/>
    <w:rsid w:val="00D57DD2"/>
    <w:rsid w:val="00D6108E"/>
    <w:rsid w:val="00D62873"/>
    <w:rsid w:val="00D62D00"/>
    <w:rsid w:val="00D637D8"/>
    <w:rsid w:val="00D63FFF"/>
    <w:rsid w:val="00D6422C"/>
    <w:rsid w:val="00D64742"/>
    <w:rsid w:val="00D65492"/>
    <w:rsid w:val="00D70DD6"/>
    <w:rsid w:val="00D7177C"/>
    <w:rsid w:val="00D7237A"/>
    <w:rsid w:val="00D73B9B"/>
    <w:rsid w:val="00D74A81"/>
    <w:rsid w:val="00D7586F"/>
    <w:rsid w:val="00D75ACC"/>
    <w:rsid w:val="00D764D5"/>
    <w:rsid w:val="00D76E34"/>
    <w:rsid w:val="00D77012"/>
    <w:rsid w:val="00D778A0"/>
    <w:rsid w:val="00D80695"/>
    <w:rsid w:val="00D8178C"/>
    <w:rsid w:val="00D8322E"/>
    <w:rsid w:val="00D832E6"/>
    <w:rsid w:val="00D833ED"/>
    <w:rsid w:val="00D842FB"/>
    <w:rsid w:val="00D86559"/>
    <w:rsid w:val="00D875E4"/>
    <w:rsid w:val="00D905C6"/>
    <w:rsid w:val="00D90C75"/>
    <w:rsid w:val="00D92F50"/>
    <w:rsid w:val="00D963B9"/>
    <w:rsid w:val="00D96759"/>
    <w:rsid w:val="00DA0455"/>
    <w:rsid w:val="00DA058F"/>
    <w:rsid w:val="00DA15DD"/>
    <w:rsid w:val="00DA1D8C"/>
    <w:rsid w:val="00DA2E5F"/>
    <w:rsid w:val="00DA4883"/>
    <w:rsid w:val="00DA530D"/>
    <w:rsid w:val="00DA70C0"/>
    <w:rsid w:val="00DA7884"/>
    <w:rsid w:val="00DB03E9"/>
    <w:rsid w:val="00DB4C5C"/>
    <w:rsid w:val="00DB4D17"/>
    <w:rsid w:val="00DB4E3A"/>
    <w:rsid w:val="00DB5849"/>
    <w:rsid w:val="00DB6591"/>
    <w:rsid w:val="00DC187F"/>
    <w:rsid w:val="00DC274C"/>
    <w:rsid w:val="00DC35FC"/>
    <w:rsid w:val="00DC683B"/>
    <w:rsid w:val="00DC6AE1"/>
    <w:rsid w:val="00DC7160"/>
    <w:rsid w:val="00DD064E"/>
    <w:rsid w:val="00DD0736"/>
    <w:rsid w:val="00DD1484"/>
    <w:rsid w:val="00DD15FE"/>
    <w:rsid w:val="00DD1736"/>
    <w:rsid w:val="00DD50D9"/>
    <w:rsid w:val="00DD5ADE"/>
    <w:rsid w:val="00DD61A9"/>
    <w:rsid w:val="00DD6403"/>
    <w:rsid w:val="00DD7E43"/>
    <w:rsid w:val="00DE2BEE"/>
    <w:rsid w:val="00DE592A"/>
    <w:rsid w:val="00DE75F3"/>
    <w:rsid w:val="00DF0FFA"/>
    <w:rsid w:val="00DF121B"/>
    <w:rsid w:val="00DF295E"/>
    <w:rsid w:val="00DF30FA"/>
    <w:rsid w:val="00DF3804"/>
    <w:rsid w:val="00DF44C5"/>
    <w:rsid w:val="00DF5559"/>
    <w:rsid w:val="00DF59FD"/>
    <w:rsid w:val="00DF6A98"/>
    <w:rsid w:val="00E0034D"/>
    <w:rsid w:val="00E006D3"/>
    <w:rsid w:val="00E026F3"/>
    <w:rsid w:val="00E03924"/>
    <w:rsid w:val="00E03C34"/>
    <w:rsid w:val="00E04094"/>
    <w:rsid w:val="00E0488A"/>
    <w:rsid w:val="00E05777"/>
    <w:rsid w:val="00E07727"/>
    <w:rsid w:val="00E10EBC"/>
    <w:rsid w:val="00E11A3F"/>
    <w:rsid w:val="00E1371E"/>
    <w:rsid w:val="00E13E24"/>
    <w:rsid w:val="00E14721"/>
    <w:rsid w:val="00E15CC3"/>
    <w:rsid w:val="00E17546"/>
    <w:rsid w:val="00E17E4F"/>
    <w:rsid w:val="00E21EC2"/>
    <w:rsid w:val="00E22EB8"/>
    <w:rsid w:val="00E23252"/>
    <w:rsid w:val="00E23B79"/>
    <w:rsid w:val="00E2400B"/>
    <w:rsid w:val="00E24391"/>
    <w:rsid w:val="00E2462F"/>
    <w:rsid w:val="00E24925"/>
    <w:rsid w:val="00E25A32"/>
    <w:rsid w:val="00E25A45"/>
    <w:rsid w:val="00E261FD"/>
    <w:rsid w:val="00E26C56"/>
    <w:rsid w:val="00E27C89"/>
    <w:rsid w:val="00E27DE3"/>
    <w:rsid w:val="00E3084B"/>
    <w:rsid w:val="00E31C12"/>
    <w:rsid w:val="00E346CA"/>
    <w:rsid w:val="00E352F6"/>
    <w:rsid w:val="00E3560C"/>
    <w:rsid w:val="00E3632C"/>
    <w:rsid w:val="00E36729"/>
    <w:rsid w:val="00E412B3"/>
    <w:rsid w:val="00E42D5B"/>
    <w:rsid w:val="00E4557F"/>
    <w:rsid w:val="00E47752"/>
    <w:rsid w:val="00E5077F"/>
    <w:rsid w:val="00E50E2C"/>
    <w:rsid w:val="00E514EB"/>
    <w:rsid w:val="00E516D0"/>
    <w:rsid w:val="00E51D27"/>
    <w:rsid w:val="00E5329E"/>
    <w:rsid w:val="00E543C0"/>
    <w:rsid w:val="00E60391"/>
    <w:rsid w:val="00E616AC"/>
    <w:rsid w:val="00E63A1F"/>
    <w:rsid w:val="00E640C2"/>
    <w:rsid w:val="00E65927"/>
    <w:rsid w:val="00E660C9"/>
    <w:rsid w:val="00E70313"/>
    <w:rsid w:val="00E70502"/>
    <w:rsid w:val="00E711CF"/>
    <w:rsid w:val="00E715E5"/>
    <w:rsid w:val="00E71CE8"/>
    <w:rsid w:val="00E72F8E"/>
    <w:rsid w:val="00E76B50"/>
    <w:rsid w:val="00E76BCE"/>
    <w:rsid w:val="00E776DD"/>
    <w:rsid w:val="00E80C57"/>
    <w:rsid w:val="00E8107F"/>
    <w:rsid w:val="00E8535B"/>
    <w:rsid w:val="00E85855"/>
    <w:rsid w:val="00E85978"/>
    <w:rsid w:val="00E879AE"/>
    <w:rsid w:val="00E87B09"/>
    <w:rsid w:val="00E87C8E"/>
    <w:rsid w:val="00E92D59"/>
    <w:rsid w:val="00E93F90"/>
    <w:rsid w:val="00E964EA"/>
    <w:rsid w:val="00E96C3C"/>
    <w:rsid w:val="00EA136E"/>
    <w:rsid w:val="00EA17CE"/>
    <w:rsid w:val="00EA188F"/>
    <w:rsid w:val="00EA4F88"/>
    <w:rsid w:val="00EA61C9"/>
    <w:rsid w:val="00EA621D"/>
    <w:rsid w:val="00EA6391"/>
    <w:rsid w:val="00EB3036"/>
    <w:rsid w:val="00EB4A0C"/>
    <w:rsid w:val="00EB6AA8"/>
    <w:rsid w:val="00EB6CF1"/>
    <w:rsid w:val="00EB7963"/>
    <w:rsid w:val="00EC0BCB"/>
    <w:rsid w:val="00EC272A"/>
    <w:rsid w:val="00EC5F45"/>
    <w:rsid w:val="00ED028A"/>
    <w:rsid w:val="00ED2DAC"/>
    <w:rsid w:val="00ED3AC3"/>
    <w:rsid w:val="00ED3F02"/>
    <w:rsid w:val="00ED3FF3"/>
    <w:rsid w:val="00EE0985"/>
    <w:rsid w:val="00EE16CA"/>
    <w:rsid w:val="00EE3499"/>
    <w:rsid w:val="00EE5A01"/>
    <w:rsid w:val="00EE5D0B"/>
    <w:rsid w:val="00EE6B58"/>
    <w:rsid w:val="00EE7E00"/>
    <w:rsid w:val="00EF241E"/>
    <w:rsid w:val="00EF26DA"/>
    <w:rsid w:val="00EF2C7B"/>
    <w:rsid w:val="00EF40D9"/>
    <w:rsid w:val="00EF537D"/>
    <w:rsid w:val="00EF6320"/>
    <w:rsid w:val="00F0059E"/>
    <w:rsid w:val="00F0114C"/>
    <w:rsid w:val="00F0174B"/>
    <w:rsid w:val="00F02F34"/>
    <w:rsid w:val="00F06C67"/>
    <w:rsid w:val="00F074C1"/>
    <w:rsid w:val="00F10306"/>
    <w:rsid w:val="00F1077D"/>
    <w:rsid w:val="00F120CD"/>
    <w:rsid w:val="00F1221A"/>
    <w:rsid w:val="00F12713"/>
    <w:rsid w:val="00F13099"/>
    <w:rsid w:val="00F14112"/>
    <w:rsid w:val="00F15557"/>
    <w:rsid w:val="00F1626F"/>
    <w:rsid w:val="00F1637D"/>
    <w:rsid w:val="00F16894"/>
    <w:rsid w:val="00F1770D"/>
    <w:rsid w:val="00F21D45"/>
    <w:rsid w:val="00F23A21"/>
    <w:rsid w:val="00F23C1D"/>
    <w:rsid w:val="00F249A7"/>
    <w:rsid w:val="00F25C3A"/>
    <w:rsid w:val="00F27D33"/>
    <w:rsid w:val="00F30AD2"/>
    <w:rsid w:val="00F31900"/>
    <w:rsid w:val="00F3335C"/>
    <w:rsid w:val="00F33999"/>
    <w:rsid w:val="00F35F34"/>
    <w:rsid w:val="00F37321"/>
    <w:rsid w:val="00F42451"/>
    <w:rsid w:val="00F43153"/>
    <w:rsid w:val="00F43257"/>
    <w:rsid w:val="00F43DB8"/>
    <w:rsid w:val="00F46024"/>
    <w:rsid w:val="00F51B6F"/>
    <w:rsid w:val="00F57917"/>
    <w:rsid w:val="00F57FBF"/>
    <w:rsid w:val="00F608A4"/>
    <w:rsid w:val="00F6122C"/>
    <w:rsid w:val="00F62E54"/>
    <w:rsid w:val="00F63F40"/>
    <w:rsid w:val="00F664B0"/>
    <w:rsid w:val="00F66D2D"/>
    <w:rsid w:val="00F70B89"/>
    <w:rsid w:val="00F71E81"/>
    <w:rsid w:val="00F72537"/>
    <w:rsid w:val="00F751CA"/>
    <w:rsid w:val="00F76BE0"/>
    <w:rsid w:val="00F80A9F"/>
    <w:rsid w:val="00F814E3"/>
    <w:rsid w:val="00F816ED"/>
    <w:rsid w:val="00F82471"/>
    <w:rsid w:val="00F83F86"/>
    <w:rsid w:val="00F842E3"/>
    <w:rsid w:val="00F855D0"/>
    <w:rsid w:val="00F8773C"/>
    <w:rsid w:val="00F90B2F"/>
    <w:rsid w:val="00F91FE6"/>
    <w:rsid w:val="00F92143"/>
    <w:rsid w:val="00F935E4"/>
    <w:rsid w:val="00F9407A"/>
    <w:rsid w:val="00F964FF"/>
    <w:rsid w:val="00F9664A"/>
    <w:rsid w:val="00F976CC"/>
    <w:rsid w:val="00F97EA7"/>
    <w:rsid w:val="00FA0306"/>
    <w:rsid w:val="00FA0A04"/>
    <w:rsid w:val="00FA2649"/>
    <w:rsid w:val="00FA3FA4"/>
    <w:rsid w:val="00FA4955"/>
    <w:rsid w:val="00FA51B6"/>
    <w:rsid w:val="00FB1113"/>
    <w:rsid w:val="00FB162F"/>
    <w:rsid w:val="00FB2CE6"/>
    <w:rsid w:val="00FB3B80"/>
    <w:rsid w:val="00FB5972"/>
    <w:rsid w:val="00FB6C4D"/>
    <w:rsid w:val="00FB792B"/>
    <w:rsid w:val="00FB7EAB"/>
    <w:rsid w:val="00FC191F"/>
    <w:rsid w:val="00FC28C1"/>
    <w:rsid w:val="00FC4A7A"/>
    <w:rsid w:val="00FC4BDE"/>
    <w:rsid w:val="00FC7375"/>
    <w:rsid w:val="00FD0067"/>
    <w:rsid w:val="00FD21B4"/>
    <w:rsid w:val="00FD42D6"/>
    <w:rsid w:val="00FD5A40"/>
    <w:rsid w:val="00FD744E"/>
    <w:rsid w:val="00FE0100"/>
    <w:rsid w:val="00FE0FAB"/>
    <w:rsid w:val="00FE400D"/>
    <w:rsid w:val="00FE5209"/>
    <w:rsid w:val="00FE5560"/>
    <w:rsid w:val="00FE559E"/>
    <w:rsid w:val="00FE630C"/>
    <w:rsid w:val="00FF1583"/>
    <w:rsid w:val="00FF3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D57E207"/>
  <w15:docId w15:val="{D52DEA76-853C-4AE2-86B1-CD7102614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B6DC7"/>
    <w:rPr>
      <w:sz w:val="24"/>
    </w:rPr>
  </w:style>
  <w:style w:type="paragraph" w:styleId="Heading1">
    <w:name w:val="heading 1"/>
    <w:basedOn w:val="Normal"/>
    <w:next w:val="Normal"/>
    <w:link w:val="Heading1Char"/>
    <w:qFormat/>
    <w:pPr>
      <w:keepNext/>
      <w:ind w:left="397"/>
      <w:outlineLvl w:val="0"/>
    </w:pPr>
    <w:rPr>
      <w:b/>
      <w:caps/>
      <w:kern w:val="28"/>
      <w:lang w:val="en-US" w:eastAsia="x-none"/>
    </w:rPr>
  </w:style>
  <w:style w:type="paragraph" w:styleId="Heading2">
    <w:name w:val="heading 2"/>
    <w:basedOn w:val="Normal"/>
    <w:next w:val="Normal"/>
    <w:qFormat/>
    <w:pPr>
      <w:keepNext/>
      <w:ind w:left="397"/>
      <w:outlineLvl w:val="1"/>
    </w:pPr>
    <w:rPr>
      <w:b/>
      <w:lang w:val="en-US"/>
    </w:rPr>
  </w:style>
  <w:style w:type="paragraph" w:styleId="Heading3">
    <w:name w:val="heading 3"/>
    <w:basedOn w:val="Normal"/>
    <w:next w:val="Normal"/>
    <w:qFormat/>
    <w:pPr>
      <w:keepNext/>
      <w:ind w:left="397"/>
      <w:outlineLvl w:val="2"/>
    </w:pPr>
    <w:rPr>
      <w:lang w:val="en-US"/>
    </w:rPr>
  </w:style>
  <w:style w:type="paragraph" w:styleId="Heading4">
    <w:name w:val="heading 4"/>
    <w:basedOn w:val="Normal"/>
    <w:next w:val="Normal"/>
    <w:qFormat/>
    <w:pPr>
      <w:keepNext/>
      <w:ind w:left="397"/>
      <w:outlineLvl w:val="3"/>
    </w:pPr>
    <w:rPr>
      <w:lang w:val="en-US"/>
    </w:rPr>
  </w:style>
  <w:style w:type="paragraph" w:styleId="Heading5">
    <w:name w:val="heading 5"/>
    <w:basedOn w:val="Normal"/>
    <w:next w:val="Normal"/>
    <w:link w:val="Heading5Char"/>
    <w:qFormat/>
    <w:rsid w:val="00F72537"/>
    <w:pPr>
      <w:spacing w:before="240" w:after="60"/>
      <w:ind w:left="1008" w:hanging="1008"/>
      <w:outlineLvl w:val="4"/>
    </w:pPr>
    <w:rPr>
      <w:rFonts w:eastAsia="Batang"/>
      <w:b/>
      <w:bCs/>
      <w:i/>
      <w:iCs/>
      <w:sz w:val="26"/>
      <w:szCs w:val="26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72537"/>
    <w:pPr>
      <w:spacing w:before="240" w:after="60"/>
      <w:ind w:left="1152" w:hanging="1152"/>
      <w:outlineLvl w:val="5"/>
    </w:pPr>
    <w:rPr>
      <w:rFonts w:eastAsia="Batang"/>
      <w:b/>
      <w:bCs/>
      <w:sz w:val="22"/>
      <w:szCs w:val="22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72537"/>
    <w:pPr>
      <w:spacing w:before="240" w:after="60"/>
      <w:ind w:left="1296" w:hanging="1296"/>
      <w:outlineLvl w:val="6"/>
    </w:pPr>
    <w:rPr>
      <w:rFonts w:eastAsia="Batang"/>
      <w:szCs w:val="24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72537"/>
    <w:pPr>
      <w:spacing w:before="240" w:after="60"/>
      <w:ind w:left="1440" w:hanging="1440"/>
      <w:outlineLvl w:val="7"/>
    </w:pPr>
    <w:rPr>
      <w:rFonts w:eastAsia="Batang"/>
      <w:i/>
      <w:iCs/>
      <w:szCs w:val="24"/>
      <w:lang w:eastAsia="en-US"/>
    </w:rPr>
  </w:style>
  <w:style w:type="paragraph" w:styleId="Heading9">
    <w:name w:val="heading 9"/>
    <w:basedOn w:val="Normal"/>
    <w:next w:val="Normal"/>
    <w:link w:val="Heading9Char"/>
    <w:qFormat/>
    <w:rsid w:val="00F72537"/>
    <w:pPr>
      <w:spacing w:before="240" w:after="60"/>
      <w:ind w:left="1584" w:hanging="1584"/>
      <w:outlineLvl w:val="8"/>
    </w:pPr>
    <w:rPr>
      <w:rFonts w:ascii="Arial" w:eastAsia="Batang" w:hAnsi="Arial" w:cs="Arial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left" w:pos="1985"/>
      </w:tabs>
    </w:pPr>
    <w:rPr>
      <w:lang w:val="en-US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futeris">
    <w:name w:val="futeris"/>
    <w:basedOn w:val="Normal"/>
    <w:pPr>
      <w:spacing w:before="120"/>
      <w:ind w:firstLine="426"/>
      <w:jc w:val="both"/>
    </w:pPr>
    <w:rPr>
      <w:rFonts w:ascii="TimesLT" w:hAnsi="TimesLT"/>
    </w:r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546" w:firstLine="573"/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BodyTextIndent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customStyle="1" w:styleId="apple-style-span">
    <w:name w:val="apple-style-span"/>
    <w:basedOn w:val="DefaultParagraphFont"/>
    <w:rsid w:val="00311E67"/>
  </w:style>
  <w:style w:type="character" w:customStyle="1" w:styleId="apple-converted-space">
    <w:name w:val="apple-converted-space"/>
    <w:basedOn w:val="DefaultParagraphFont"/>
    <w:rsid w:val="00311E67"/>
  </w:style>
  <w:style w:type="paragraph" w:customStyle="1" w:styleId="prastasistinklapis1">
    <w:name w:val="Įprastasis (tinklapis)1"/>
    <w:basedOn w:val="Normal"/>
    <w:rsid w:val="00A6674F"/>
    <w:pPr>
      <w:spacing w:before="100" w:beforeAutospacing="1" w:after="100" w:afterAutospacing="1"/>
    </w:pPr>
    <w:rPr>
      <w:szCs w:val="24"/>
    </w:rPr>
  </w:style>
  <w:style w:type="paragraph" w:styleId="BodyTextIndent2">
    <w:name w:val="Body Text Indent 2"/>
    <w:basedOn w:val="Normal"/>
    <w:rsid w:val="006D3BCC"/>
    <w:pPr>
      <w:spacing w:after="120" w:line="480" w:lineRule="auto"/>
      <w:ind w:left="283"/>
    </w:pPr>
  </w:style>
  <w:style w:type="table" w:styleId="TableGrid">
    <w:name w:val="Table Grid"/>
    <w:basedOn w:val="TableNormal"/>
    <w:rsid w:val="00F30A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semiHidden/>
    <w:rsid w:val="00BD5C1C"/>
    <w:pPr>
      <w:shd w:val="clear" w:color="auto" w:fill="000080"/>
    </w:pPr>
    <w:rPr>
      <w:rFonts w:ascii="Tahoma" w:hAnsi="Tahoma" w:cs="Tahoma"/>
      <w:sz w:val="20"/>
    </w:rPr>
  </w:style>
  <w:style w:type="character" w:styleId="CommentReference">
    <w:name w:val="annotation reference"/>
    <w:rsid w:val="00AB1BFF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1BF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AB1BFF"/>
  </w:style>
  <w:style w:type="paragraph" w:styleId="CommentSubject">
    <w:name w:val="annotation subject"/>
    <w:basedOn w:val="CommentText"/>
    <w:next w:val="CommentText"/>
    <w:link w:val="CommentSubjectChar"/>
    <w:rsid w:val="00AB1BFF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AB1BFF"/>
    <w:rPr>
      <w:b/>
      <w:bCs/>
    </w:rPr>
  </w:style>
  <w:style w:type="paragraph" w:styleId="EndnoteText">
    <w:name w:val="endnote text"/>
    <w:basedOn w:val="Normal"/>
    <w:link w:val="EndnoteTextChar"/>
    <w:rsid w:val="00961E96"/>
    <w:rPr>
      <w:sz w:val="20"/>
    </w:rPr>
  </w:style>
  <w:style w:type="character" w:customStyle="1" w:styleId="EndnoteTextChar">
    <w:name w:val="Endnote Text Char"/>
    <w:basedOn w:val="DefaultParagraphFont"/>
    <w:link w:val="EndnoteText"/>
    <w:rsid w:val="00961E96"/>
  </w:style>
  <w:style w:type="character" w:styleId="EndnoteReference">
    <w:name w:val="endnote reference"/>
    <w:rsid w:val="00961E96"/>
    <w:rPr>
      <w:vertAlign w:val="superscript"/>
    </w:rPr>
  </w:style>
  <w:style w:type="character" w:customStyle="1" w:styleId="Heading1Char">
    <w:name w:val="Heading 1 Char"/>
    <w:link w:val="Heading1"/>
    <w:uiPriority w:val="9"/>
    <w:rsid w:val="00D03204"/>
    <w:rPr>
      <w:b/>
      <w:caps/>
      <w:kern w:val="28"/>
      <w:sz w:val="24"/>
      <w:lang w:val="en-US"/>
    </w:rPr>
  </w:style>
  <w:style w:type="paragraph" w:customStyle="1" w:styleId="Stilius1">
    <w:name w:val="Stilius1"/>
    <w:basedOn w:val="Heading1"/>
    <w:link w:val="Stilius1Diagrama"/>
    <w:qFormat/>
    <w:rsid w:val="00871B5E"/>
    <w:rPr>
      <w:rFonts w:ascii="Arial" w:hAnsi="Arial"/>
      <w:caps w:val="0"/>
      <w:sz w:val="22"/>
    </w:rPr>
  </w:style>
  <w:style w:type="paragraph" w:styleId="TOC1">
    <w:name w:val="toc 1"/>
    <w:basedOn w:val="Normal"/>
    <w:next w:val="Normal"/>
    <w:autoRedefine/>
    <w:uiPriority w:val="39"/>
    <w:rsid w:val="00147290"/>
  </w:style>
  <w:style w:type="character" w:customStyle="1" w:styleId="Stilius1Diagrama">
    <w:name w:val="Stilius1 Diagrama"/>
    <w:link w:val="Stilius1"/>
    <w:rsid w:val="00871B5E"/>
    <w:rPr>
      <w:rFonts w:ascii="Arial" w:hAnsi="Arial"/>
      <w:b/>
      <w:caps w:val="0"/>
      <w:kern w:val="28"/>
      <w:sz w:val="22"/>
      <w:lang w:val="en-US"/>
    </w:rPr>
  </w:style>
  <w:style w:type="character" w:customStyle="1" w:styleId="FooterChar">
    <w:name w:val="Footer Char"/>
    <w:link w:val="Footer"/>
    <w:uiPriority w:val="99"/>
    <w:rsid w:val="00525AF1"/>
    <w:rPr>
      <w:sz w:val="24"/>
      <w:lang w:eastAsia="lt-LT"/>
    </w:rPr>
  </w:style>
  <w:style w:type="character" w:customStyle="1" w:styleId="Heading5Char">
    <w:name w:val="Heading 5 Char"/>
    <w:link w:val="Heading5"/>
    <w:rsid w:val="00F72537"/>
    <w:rPr>
      <w:rFonts w:eastAsia="Batang"/>
      <w:b/>
      <w:bCs/>
      <w:i/>
      <w:iCs/>
      <w:sz w:val="26"/>
      <w:szCs w:val="26"/>
      <w:lang w:val="lt-LT"/>
    </w:rPr>
  </w:style>
  <w:style w:type="character" w:customStyle="1" w:styleId="Heading6Char">
    <w:name w:val="Heading 6 Char"/>
    <w:link w:val="Heading6"/>
    <w:rsid w:val="00F72537"/>
    <w:rPr>
      <w:rFonts w:eastAsia="Batang"/>
      <w:b/>
      <w:bCs/>
      <w:sz w:val="22"/>
      <w:szCs w:val="22"/>
      <w:lang w:val="lt-LT"/>
    </w:rPr>
  </w:style>
  <w:style w:type="character" w:customStyle="1" w:styleId="Heading7Char">
    <w:name w:val="Heading 7 Char"/>
    <w:link w:val="Heading7"/>
    <w:rsid w:val="00F72537"/>
    <w:rPr>
      <w:rFonts w:eastAsia="Batang"/>
      <w:sz w:val="24"/>
      <w:szCs w:val="24"/>
      <w:lang w:val="lt-LT"/>
    </w:rPr>
  </w:style>
  <w:style w:type="character" w:customStyle="1" w:styleId="Heading8Char">
    <w:name w:val="Heading 8 Char"/>
    <w:link w:val="Heading8"/>
    <w:rsid w:val="00F72537"/>
    <w:rPr>
      <w:rFonts w:eastAsia="Batang"/>
      <w:i/>
      <w:iCs/>
      <w:sz w:val="24"/>
      <w:szCs w:val="24"/>
      <w:lang w:val="lt-LT"/>
    </w:rPr>
  </w:style>
  <w:style w:type="character" w:customStyle="1" w:styleId="Heading9Char">
    <w:name w:val="Heading 9 Char"/>
    <w:link w:val="Heading9"/>
    <w:rsid w:val="00F72537"/>
    <w:rPr>
      <w:rFonts w:ascii="Arial" w:eastAsia="Batang" w:hAnsi="Arial" w:cs="Arial"/>
      <w:sz w:val="22"/>
      <w:szCs w:val="22"/>
      <w:lang w:val="lt-LT"/>
    </w:rPr>
  </w:style>
  <w:style w:type="paragraph" w:customStyle="1" w:styleId="TableParagraph">
    <w:name w:val="Table Paragraph"/>
    <w:basedOn w:val="Normal"/>
    <w:uiPriority w:val="1"/>
    <w:qFormat/>
    <w:rsid w:val="00546440"/>
    <w:pPr>
      <w:widowControl w:val="0"/>
      <w:autoSpaceDE w:val="0"/>
      <w:autoSpaceDN w:val="0"/>
      <w:adjustRightInd w:val="0"/>
    </w:pPr>
    <w:rPr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0D41B1"/>
    <w:pPr>
      <w:ind w:left="1296"/>
    </w:pPr>
  </w:style>
  <w:style w:type="paragraph" w:styleId="NoSpacing">
    <w:name w:val="No Spacing"/>
    <w:uiPriority w:val="99"/>
    <w:qFormat/>
    <w:rsid w:val="006F4567"/>
    <w:rPr>
      <w:sz w:val="24"/>
    </w:rPr>
  </w:style>
  <w:style w:type="paragraph" w:styleId="Revision">
    <w:name w:val="Revision"/>
    <w:hidden/>
    <w:uiPriority w:val="99"/>
    <w:semiHidden/>
    <w:rsid w:val="00363D3F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1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9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4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Aiskin_rastas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680F7DA8D13B934793005BD8CF807243" ma:contentTypeVersion="21" ma:contentTypeDescription="Kurkite naują dokumentą." ma:contentTypeScope="" ma:versionID="f589937340eb088f6c8aa4e81829f1cc">
  <xsd:schema xmlns:xsd="http://www.w3.org/2001/XMLSchema" xmlns:xs="http://www.w3.org/2001/XMLSchema" xmlns:p="http://schemas.microsoft.com/office/2006/metadata/properties" xmlns:ns2="52bd242d-8114-43a9-9370-fb12c214f9be" xmlns:ns3="c3102e1e-c5d6-4789-a666-d1f30f9a248b" targetNamespace="http://schemas.microsoft.com/office/2006/metadata/properties" ma:root="true" ma:fieldsID="5b648aa3d1332e8fd5d7256943f04319" ns2:_="" ns3:_="">
    <xsd:import namespace="52bd242d-8114-43a9-9370-fb12c214f9be"/>
    <xsd:import namespace="c3102e1e-c5d6-4789-a666-d1f30f9a248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yvjc" minOccurs="0"/>
                <xsd:element ref="ns2:Darbopavadinima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d242d-8114-43a9-9370-fb12c214f9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0" nillable="true" ma:displayName="Atsijungimo būsena" ma:internalName="Atsijungimo_x0020_b_x016b_sena">
      <xsd:simpleType>
        <xsd:restriction base="dms:Text"/>
      </xsd:simpleType>
    </xsd:element>
    <xsd:element name="yvjc" ma:index="21" nillable="true" ma:displayName="Text" ma:description="Korteles numeris" ma:format="Dropdown" ma:internalName="yvjc">
      <xsd:simpleType>
        <xsd:restriction base="dms:Text">
          <xsd:maxLength value="255"/>
        </xsd:restriction>
      </xsd:simpleType>
    </xsd:element>
    <xsd:element name="Darbopavadinimas" ma:index="22" nillable="true" ma:displayName="Darbo pavadinimas" ma:format="Dropdown" ma:internalName="Darbopavadinimas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Vaizdų žymės" ma:readOnly="false" ma:fieldId="{5cf76f15-5ced-4ddc-b409-7134ff3c332f}" ma:taxonomyMulti="true" ma:sspId="28133eaa-83fd-4405-874f-af0ffe8f43b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102e1e-c5d6-4789-a666-d1f30f9a248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4f78acd3-b659-4592-8843-445a592fd2f2}" ma:internalName="TaxCatchAll" ma:showField="CatchAllData" ma:web="c3102e1e-c5d6-4789-a666-d1f30f9a248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27CC6-62D2-49B0-BE4D-7B08307785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53C3C8-AC9B-4870-B16E-D67190C3F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bd242d-8114-43a9-9370-fb12c214f9be"/>
    <ds:schemaRef ds:uri="c3102e1e-c5d6-4789-a666-d1f30f9a24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350776-8B92-4656-834C-220B0D7C7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Aiskin_rastas.dot</Template>
  <TotalTime>0</TotalTime>
  <Pages>1</Pages>
  <Words>461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SĄNAUDŲ KIEKIŲ ŽINIARAŠTIS</vt:lpstr>
      <vt:lpstr>SĄNAUDŲ KIEKIŲ ŽINIARAŠTIS</vt:lpstr>
    </vt:vector>
  </TitlesOfParts>
  <Company>Kelprojektas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SĄNAUDŲ KIEKIŲ ŽINIARAŠTIS</dc:title>
  <dc:creator>Algimantas</dc:creator>
  <cp:lastModifiedBy>Saulius Staponkus</cp:lastModifiedBy>
  <cp:revision>2</cp:revision>
  <cp:lastPrinted>2018-01-24T11:05:00Z</cp:lastPrinted>
  <dcterms:created xsi:type="dcterms:W3CDTF">2025-01-16T13:21:00Z</dcterms:created>
  <dcterms:modified xsi:type="dcterms:W3CDTF">2025-01-16T13:21:00Z</dcterms:modified>
</cp:coreProperties>
</file>